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5528"/>
        <w:gridCol w:w="1985"/>
      </w:tblGrid>
      <w:tr w:rsidR="00280E8E" w14:paraId="08C5176C" w14:textId="77777777" w:rsidTr="0083394A">
        <w:tc>
          <w:tcPr>
            <w:tcW w:w="9427" w:type="dxa"/>
            <w:gridSpan w:val="3"/>
          </w:tcPr>
          <w:p w14:paraId="44C989F6" w14:textId="77777777" w:rsidR="00280E8E" w:rsidRDefault="0013094D" w:rsidP="0083394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980625E" wp14:editId="2D4A87BE">
                  <wp:extent cx="561975" cy="6096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BE7637" w14:textId="77777777" w:rsidR="00280E8E" w:rsidRPr="004005F6" w:rsidRDefault="00D75AF1" w:rsidP="0083394A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Д</w:t>
            </w:r>
            <w:r w:rsidR="00280E8E" w:rsidRPr="004005F6">
              <w:rPr>
                <w:b/>
                <w:sz w:val="40"/>
                <w:szCs w:val="40"/>
              </w:rPr>
              <w:t xml:space="preserve"> У М А</w:t>
            </w:r>
          </w:p>
          <w:p w14:paraId="5FC9D945" w14:textId="77777777" w:rsidR="00280E8E" w:rsidRPr="004005F6" w:rsidRDefault="00280E8E" w:rsidP="0083394A">
            <w:pPr>
              <w:pStyle w:val="2"/>
              <w:spacing w:line="480" w:lineRule="auto"/>
              <w:jc w:val="center"/>
              <w:rPr>
                <w:sz w:val="36"/>
                <w:szCs w:val="36"/>
              </w:rPr>
            </w:pPr>
            <w:r w:rsidRPr="004005F6">
              <w:rPr>
                <w:sz w:val="36"/>
                <w:szCs w:val="36"/>
              </w:rPr>
              <w:t>ГОРОДСКОГО ОКРУГА БОЛЬШОЙ КАМЕНЬ</w:t>
            </w:r>
          </w:p>
          <w:p w14:paraId="5DA11C3C" w14:textId="77777777" w:rsidR="00280E8E" w:rsidRPr="004005F6" w:rsidRDefault="00280E8E" w:rsidP="0083394A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4005F6">
              <w:rPr>
                <w:b/>
                <w:sz w:val="36"/>
                <w:szCs w:val="36"/>
              </w:rPr>
              <w:t>РЕШЕНИЕ</w:t>
            </w:r>
          </w:p>
        </w:tc>
      </w:tr>
      <w:tr w:rsidR="00280E8E" w:rsidRPr="00F678EF" w14:paraId="7160F52F" w14:textId="77777777" w:rsidTr="0083394A">
        <w:tc>
          <w:tcPr>
            <w:tcW w:w="1914" w:type="dxa"/>
            <w:tcBorders>
              <w:bottom w:val="single" w:sz="6" w:space="0" w:color="auto"/>
            </w:tcBorders>
          </w:tcPr>
          <w:p w14:paraId="0C2033C0" w14:textId="77777777" w:rsidR="00280E8E" w:rsidRPr="00EE2C82" w:rsidRDefault="00280E8E" w:rsidP="0083394A">
            <w:pPr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14:paraId="4A6DF1FD" w14:textId="77777777" w:rsidR="00280E8E" w:rsidRPr="00F678EF" w:rsidRDefault="00280E8E" w:rsidP="008339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76E95B50" w14:textId="77777777" w:rsidR="00280E8E" w:rsidRPr="00EE2C82" w:rsidRDefault="000A0199" w:rsidP="00640F9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</w:tr>
    </w:tbl>
    <w:p w14:paraId="2FAB0649" w14:textId="77777777" w:rsidR="00B51AE6" w:rsidRDefault="00B51AE6" w:rsidP="00C60C99">
      <w:pPr>
        <w:rPr>
          <w:sz w:val="28"/>
          <w:szCs w:val="28"/>
        </w:rPr>
      </w:pPr>
    </w:p>
    <w:p w14:paraId="4F1CDBE3" w14:textId="77777777" w:rsidR="00CC763A" w:rsidRPr="001E09E5" w:rsidRDefault="00CC763A" w:rsidP="00C60C99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464"/>
      </w:tblGrid>
      <w:tr w:rsidR="001E09E5" w:rsidRPr="001E09E5" w14:paraId="144E21BB" w14:textId="77777777" w:rsidTr="0083394A">
        <w:tc>
          <w:tcPr>
            <w:tcW w:w="9464" w:type="dxa"/>
          </w:tcPr>
          <w:p w14:paraId="212C643D" w14:textId="77777777" w:rsidR="009301E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 xml:space="preserve">О внесении изменений в решение Думы городского округа </w:t>
            </w:r>
          </w:p>
          <w:p w14:paraId="3F0E4AA8" w14:textId="420C8802" w:rsidR="00D7490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 xml:space="preserve">Большой Камень от </w:t>
            </w:r>
            <w:r w:rsidR="00D77B8F" w:rsidRPr="001E09E5">
              <w:rPr>
                <w:b/>
                <w:bCs/>
                <w:iCs/>
                <w:sz w:val="28"/>
                <w:szCs w:val="28"/>
              </w:rPr>
              <w:t>1</w:t>
            </w:r>
            <w:r w:rsidR="001E09E5" w:rsidRPr="001E09E5">
              <w:rPr>
                <w:b/>
                <w:bCs/>
                <w:iCs/>
                <w:sz w:val="28"/>
                <w:szCs w:val="28"/>
              </w:rPr>
              <w:t>9</w:t>
            </w:r>
            <w:r w:rsidR="004550BA" w:rsidRPr="001E09E5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CC1DD1" w:rsidRPr="001E09E5">
              <w:rPr>
                <w:b/>
                <w:bCs/>
                <w:iCs/>
                <w:sz w:val="28"/>
                <w:szCs w:val="28"/>
              </w:rPr>
              <w:t>декабря 202</w:t>
            </w:r>
            <w:r w:rsidR="001E09E5" w:rsidRPr="001E09E5">
              <w:rPr>
                <w:b/>
                <w:bCs/>
                <w:iCs/>
                <w:sz w:val="28"/>
                <w:szCs w:val="28"/>
              </w:rPr>
              <w:t>3</w:t>
            </w:r>
            <w:r w:rsidRPr="001E09E5">
              <w:rPr>
                <w:b/>
                <w:bCs/>
                <w:iCs/>
                <w:sz w:val="28"/>
                <w:szCs w:val="28"/>
              </w:rPr>
              <w:t xml:space="preserve"> года № </w:t>
            </w:r>
            <w:r w:rsidR="001E09E5" w:rsidRPr="001E09E5">
              <w:rPr>
                <w:b/>
                <w:bCs/>
                <w:iCs/>
                <w:sz w:val="28"/>
                <w:szCs w:val="28"/>
              </w:rPr>
              <w:t>1</w:t>
            </w:r>
            <w:r w:rsidR="006F39C7" w:rsidRPr="001E09E5">
              <w:rPr>
                <w:b/>
                <w:bCs/>
                <w:iCs/>
                <w:sz w:val="28"/>
                <w:szCs w:val="28"/>
              </w:rPr>
              <w:t>3</w:t>
            </w:r>
            <w:r w:rsidR="00D77B8F" w:rsidRPr="001E09E5">
              <w:rPr>
                <w:b/>
                <w:bCs/>
                <w:iCs/>
                <w:sz w:val="28"/>
                <w:szCs w:val="28"/>
              </w:rPr>
              <w:t>5</w:t>
            </w:r>
          </w:p>
          <w:p w14:paraId="2252E859" w14:textId="773F1D2C" w:rsidR="00D7490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>«О бюджете городского округа Большой Камень на 20</w:t>
            </w:r>
            <w:r w:rsidR="0053116C" w:rsidRPr="001E09E5">
              <w:rPr>
                <w:b/>
                <w:bCs/>
                <w:iCs/>
                <w:sz w:val="28"/>
                <w:szCs w:val="28"/>
              </w:rPr>
              <w:t>2</w:t>
            </w:r>
            <w:r w:rsidR="001E09E5" w:rsidRPr="001E09E5">
              <w:rPr>
                <w:b/>
                <w:bCs/>
                <w:iCs/>
                <w:sz w:val="28"/>
                <w:szCs w:val="28"/>
              </w:rPr>
              <w:t>4</w:t>
            </w:r>
            <w:r w:rsidRPr="001E09E5">
              <w:rPr>
                <w:b/>
                <w:bCs/>
                <w:iCs/>
                <w:sz w:val="28"/>
                <w:szCs w:val="28"/>
              </w:rPr>
              <w:t xml:space="preserve"> год </w:t>
            </w:r>
          </w:p>
          <w:p w14:paraId="61A86596" w14:textId="26FBEBCC" w:rsidR="00280E8E" w:rsidRPr="001E09E5" w:rsidRDefault="00AE4B6D" w:rsidP="001E09E5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>и на плановый период 202</w:t>
            </w:r>
            <w:r w:rsidR="001E09E5" w:rsidRPr="001E09E5">
              <w:rPr>
                <w:b/>
                <w:bCs/>
                <w:iCs/>
                <w:sz w:val="28"/>
                <w:szCs w:val="28"/>
              </w:rPr>
              <w:t>5</w:t>
            </w:r>
            <w:r w:rsidR="00D642D8" w:rsidRPr="001E09E5">
              <w:rPr>
                <w:b/>
                <w:bCs/>
                <w:iCs/>
                <w:sz w:val="28"/>
                <w:szCs w:val="28"/>
              </w:rPr>
              <w:t xml:space="preserve"> и 202</w:t>
            </w:r>
            <w:r w:rsidR="001E09E5" w:rsidRPr="001E09E5">
              <w:rPr>
                <w:b/>
                <w:bCs/>
                <w:iCs/>
                <w:sz w:val="28"/>
                <w:szCs w:val="28"/>
              </w:rPr>
              <w:t>6</w:t>
            </w:r>
            <w:r w:rsidR="00D7490B" w:rsidRPr="001E09E5">
              <w:rPr>
                <w:b/>
                <w:bCs/>
                <w:iCs/>
                <w:sz w:val="28"/>
                <w:szCs w:val="28"/>
              </w:rPr>
              <w:t xml:space="preserve"> годов»</w:t>
            </w:r>
          </w:p>
        </w:tc>
      </w:tr>
    </w:tbl>
    <w:p w14:paraId="1470CE8A" w14:textId="77777777" w:rsidR="00280E8E" w:rsidRPr="00A27B0E" w:rsidRDefault="00280E8E" w:rsidP="00280E8E">
      <w:pPr>
        <w:rPr>
          <w:sz w:val="28"/>
          <w:szCs w:val="28"/>
        </w:rPr>
      </w:pPr>
    </w:p>
    <w:p w14:paraId="46B0422C" w14:textId="77777777" w:rsidR="00280E8E" w:rsidRPr="00A27B0E" w:rsidRDefault="00280E8E" w:rsidP="00280E8E">
      <w:pPr>
        <w:rPr>
          <w:sz w:val="28"/>
          <w:szCs w:val="28"/>
        </w:rPr>
      </w:pPr>
    </w:p>
    <w:p w14:paraId="72E77B1B" w14:textId="29C2F82C" w:rsidR="00880AF1" w:rsidRPr="001E09E5" w:rsidRDefault="00880AF1" w:rsidP="00211739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1E09E5">
        <w:rPr>
          <w:sz w:val="28"/>
          <w:szCs w:val="28"/>
        </w:rPr>
        <w:t xml:space="preserve">Рассмотрев обращение администрации городского округа </w:t>
      </w:r>
      <w:r w:rsidR="000A0199" w:rsidRPr="001E09E5">
        <w:rPr>
          <w:sz w:val="28"/>
          <w:szCs w:val="28"/>
        </w:rPr>
        <w:br/>
      </w:r>
      <w:r w:rsidRPr="001E09E5">
        <w:rPr>
          <w:sz w:val="28"/>
          <w:szCs w:val="28"/>
        </w:rPr>
        <w:t xml:space="preserve">Большой Камень о внесении изменений в решение Думы городского округа Большой Камень от </w:t>
      </w:r>
      <w:r w:rsidR="00D77B8F" w:rsidRPr="001E09E5">
        <w:rPr>
          <w:sz w:val="28"/>
          <w:szCs w:val="28"/>
        </w:rPr>
        <w:t>1</w:t>
      </w:r>
      <w:r w:rsidR="001E09E5" w:rsidRPr="001E09E5">
        <w:rPr>
          <w:sz w:val="28"/>
          <w:szCs w:val="28"/>
        </w:rPr>
        <w:t>9</w:t>
      </w:r>
      <w:r w:rsidR="00CC1DD1" w:rsidRPr="001E09E5">
        <w:rPr>
          <w:sz w:val="28"/>
          <w:szCs w:val="28"/>
        </w:rPr>
        <w:t xml:space="preserve"> декабря 202</w:t>
      </w:r>
      <w:r w:rsidR="001E09E5" w:rsidRPr="001E09E5">
        <w:rPr>
          <w:sz w:val="28"/>
          <w:szCs w:val="28"/>
        </w:rPr>
        <w:t>3</w:t>
      </w:r>
      <w:r w:rsidRPr="001E09E5">
        <w:rPr>
          <w:sz w:val="28"/>
          <w:szCs w:val="28"/>
        </w:rPr>
        <w:t xml:space="preserve"> года № </w:t>
      </w:r>
      <w:r w:rsidR="001E09E5" w:rsidRPr="001E09E5">
        <w:rPr>
          <w:sz w:val="28"/>
          <w:szCs w:val="28"/>
        </w:rPr>
        <w:t>1</w:t>
      </w:r>
      <w:r w:rsidR="006F39C7" w:rsidRPr="001E09E5">
        <w:rPr>
          <w:sz w:val="28"/>
          <w:szCs w:val="28"/>
        </w:rPr>
        <w:t>35</w:t>
      </w:r>
      <w:r w:rsidRPr="001E09E5">
        <w:rPr>
          <w:sz w:val="28"/>
          <w:szCs w:val="28"/>
        </w:rPr>
        <w:t xml:space="preserve"> «О бюджете городского округа Большой Камень на 20</w:t>
      </w:r>
      <w:r w:rsidR="0053116C" w:rsidRPr="001E09E5">
        <w:rPr>
          <w:sz w:val="28"/>
          <w:szCs w:val="28"/>
        </w:rPr>
        <w:t>2</w:t>
      </w:r>
      <w:r w:rsidR="001E09E5" w:rsidRPr="001E09E5">
        <w:rPr>
          <w:sz w:val="28"/>
          <w:szCs w:val="28"/>
        </w:rPr>
        <w:t>4</w:t>
      </w:r>
      <w:r w:rsidRPr="001E09E5">
        <w:rPr>
          <w:sz w:val="28"/>
          <w:szCs w:val="28"/>
        </w:rPr>
        <w:t xml:space="preserve"> год и на плановый период </w:t>
      </w:r>
      <w:r w:rsidR="000A0199" w:rsidRPr="001E09E5">
        <w:rPr>
          <w:sz w:val="28"/>
          <w:szCs w:val="28"/>
        </w:rPr>
        <w:br/>
      </w:r>
      <w:r w:rsidR="00003DDC" w:rsidRPr="001E09E5">
        <w:rPr>
          <w:sz w:val="28"/>
          <w:szCs w:val="28"/>
        </w:rPr>
        <w:t>202</w:t>
      </w:r>
      <w:r w:rsidR="001E09E5" w:rsidRPr="001E09E5">
        <w:rPr>
          <w:sz w:val="28"/>
          <w:szCs w:val="28"/>
        </w:rPr>
        <w:t>5</w:t>
      </w:r>
      <w:r w:rsidR="00D642D8" w:rsidRPr="001E09E5">
        <w:rPr>
          <w:sz w:val="28"/>
          <w:szCs w:val="28"/>
        </w:rPr>
        <w:t xml:space="preserve"> и 202</w:t>
      </w:r>
      <w:r w:rsidR="001E09E5" w:rsidRPr="001E09E5">
        <w:rPr>
          <w:sz w:val="28"/>
          <w:szCs w:val="28"/>
        </w:rPr>
        <w:t>6</w:t>
      </w:r>
      <w:r w:rsidRPr="001E09E5">
        <w:rPr>
          <w:sz w:val="28"/>
          <w:szCs w:val="28"/>
        </w:rPr>
        <w:t xml:space="preserve"> годов», руководствуясь </w:t>
      </w:r>
      <w:r w:rsidR="00BD0BC8" w:rsidRPr="001E09E5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</w:t>
      </w:r>
      <w:r w:rsidR="00F27B75" w:rsidRPr="001E09E5">
        <w:rPr>
          <w:sz w:val="28"/>
          <w:szCs w:val="28"/>
        </w:rPr>
        <w:t xml:space="preserve"> </w:t>
      </w:r>
      <w:r w:rsidRPr="001E09E5">
        <w:rPr>
          <w:sz w:val="28"/>
          <w:szCs w:val="28"/>
        </w:rPr>
        <w:t>Бюджетным кодексом Российской Федерации, Уставом городского округа Большой Камень</w:t>
      </w:r>
      <w:r w:rsidR="00BD0BC8" w:rsidRPr="001E09E5">
        <w:rPr>
          <w:sz w:val="28"/>
          <w:szCs w:val="28"/>
        </w:rPr>
        <w:t xml:space="preserve"> и </w:t>
      </w:r>
      <w:r w:rsidRPr="001E09E5">
        <w:rPr>
          <w:sz w:val="28"/>
          <w:szCs w:val="28"/>
        </w:rPr>
        <w:t>Положением о бюджетном устройстве и бюджетном процессе в г</w:t>
      </w:r>
      <w:r w:rsidR="008F702A" w:rsidRPr="001E09E5">
        <w:rPr>
          <w:sz w:val="28"/>
          <w:szCs w:val="28"/>
        </w:rPr>
        <w:t xml:space="preserve">ородском округе Большой Камень, </w:t>
      </w:r>
      <w:r w:rsidRPr="001E09E5">
        <w:rPr>
          <w:sz w:val="28"/>
          <w:szCs w:val="28"/>
        </w:rPr>
        <w:t>Дума городского округа Большой Камень</w:t>
      </w:r>
    </w:p>
    <w:p w14:paraId="356AB4F1" w14:textId="77777777" w:rsidR="00280E8E" w:rsidRPr="00A27B0E" w:rsidRDefault="00280E8E" w:rsidP="000B565C">
      <w:pPr>
        <w:rPr>
          <w:sz w:val="28"/>
          <w:szCs w:val="28"/>
        </w:rPr>
      </w:pPr>
    </w:p>
    <w:p w14:paraId="59AC5E63" w14:textId="77777777" w:rsidR="00280E8E" w:rsidRPr="00A27B0E" w:rsidRDefault="00280E8E" w:rsidP="000B565C">
      <w:pPr>
        <w:rPr>
          <w:sz w:val="28"/>
          <w:szCs w:val="28"/>
        </w:rPr>
      </w:pPr>
    </w:p>
    <w:p w14:paraId="44ADD7D4" w14:textId="77777777" w:rsidR="00C60C99" w:rsidRPr="00A27B0E" w:rsidRDefault="00C60C99" w:rsidP="000B565C">
      <w:pPr>
        <w:rPr>
          <w:sz w:val="28"/>
          <w:szCs w:val="28"/>
        </w:rPr>
      </w:pPr>
    </w:p>
    <w:p w14:paraId="5C3DAE04" w14:textId="77777777" w:rsidR="00280E8E" w:rsidRPr="00A27B0E" w:rsidRDefault="00280E8E" w:rsidP="00CC204B">
      <w:pPr>
        <w:spacing w:line="312" w:lineRule="auto"/>
        <w:rPr>
          <w:b/>
          <w:sz w:val="28"/>
          <w:szCs w:val="28"/>
        </w:rPr>
      </w:pPr>
      <w:r w:rsidRPr="00A27B0E">
        <w:rPr>
          <w:b/>
          <w:sz w:val="28"/>
          <w:szCs w:val="28"/>
        </w:rPr>
        <w:t>РЕШИЛА:</w:t>
      </w:r>
    </w:p>
    <w:p w14:paraId="4549ACAA" w14:textId="77777777" w:rsidR="00280E8E" w:rsidRPr="00A27B0E" w:rsidRDefault="00280E8E" w:rsidP="000B565C">
      <w:pPr>
        <w:rPr>
          <w:sz w:val="28"/>
          <w:szCs w:val="28"/>
        </w:rPr>
      </w:pPr>
    </w:p>
    <w:p w14:paraId="3671CE19" w14:textId="77777777" w:rsidR="00EE2C82" w:rsidRPr="00A27B0E" w:rsidRDefault="00EE2C82" w:rsidP="000B565C">
      <w:pPr>
        <w:ind w:firstLine="700"/>
        <w:rPr>
          <w:sz w:val="28"/>
          <w:szCs w:val="28"/>
        </w:rPr>
      </w:pPr>
    </w:p>
    <w:p w14:paraId="46FC74D7" w14:textId="08CBF0AA" w:rsidR="008E4535" w:rsidRPr="001E09E5" w:rsidRDefault="008E4535" w:rsidP="008E4535">
      <w:pPr>
        <w:pStyle w:val="31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E09E5">
        <w:rPr>
          <w:sz w:val="28"/>
          <w:szCs w:val="28"/>
        </w:rPr>
        <w:t xml:space="preserve">1. Внести в решение Думы городского округа Большой Камень </w:t>
      </w:r>
      <w:r w:rsidRPr="001E09E5">
        <w:rPr>
          <w:sz w:val="28"/>
          <w:szCs w:val="28"/>
        </w:rPr>
        <w:br/>
        <w:t xml:space="preserve">от </w:t>
      </w:r>
      <w:r w:rsidR="00D77B8F" w:rsidRPr="001E09E5">
        <w:rPr>
          <w:sz w:val="28"/>
          <w:szCs w:val="28"/>
        </w:rPr>
        <w:t>1</w:t>
      </w:r>
      <w:r w:rsidR="001E09E5" w:rsidRPr="001E09E5">
        <w:rPr>
          <w:sz w:val="28"/>
          <w:szCs w:val="28"/>
        </w:rPr>
        <w:t>9</w:t>
      </w:r>
      <w:r w:rsidR="005E069C" w:rsidRPr="001E09E5">
        <w:rPr>
          <w:sz w:val="28"/>
          <w:szCs w:val="28"/>
        </w:rPr>
        <w:t xml:space="preserve"> </w:t>
      </w:r>
      <w:r w:rsidRPr="001E09E5">
        <w:rPr>
          <w:sz w:val="28"/>
          <w:szCs w:val="28"/>
        </w:rPr>
        <w:t>декабря 202</w:t>
      </w:r>
      <w:r w:rsidR="001E09E5" w:rsidRPr="001E09E5">
        <w:rPr>
          <w:sz w:val="28"/>
          <w:szCs w:val="28"/>
        </w:rPr>
        <w:t>3</w:t>
      </w:r>
      <w:r w:rsidRPr="001E09E5">
        <w:rPr>
          <w:sz w:val="28"/>
          <w:szCs w:val="28"/>
        </w:rPr>
        <w:t xml:space="preserve"> года № </w:t>
      </w:r>
      <w:r w:rsidR="001E09E5" w:rsidRPr="001E09E5">
        <w:rPr>
          <w:sz w:val="28"/>
          <w:szCs w:val="28"/>
        </w:rPr>
        <w:t>1</w:t>
      </w:r>
      <w:r w:rsidR="006F39C7" w:rsidRPr="001E09E5">
        <w:rPr>
          <w:sz w:val="28"/>
          <w:szCs w:val="28"/>
        </w:rPr>
        <w:t>35</w:t>
      </w:r>
      <w:r w:rsidRPr="001E09E5">
        <w:rPr>
          <w:sz w:val="28"/>
          <w:szCs w:val="28"/>
        </w:rPr>
        <w:t xml:space="preserve"> «О бюджете городского округа </w:t>
      </w:r>
      <w:r w:rsidRPr="001E09E5">
        <w:rPr>
          <w:sz w:val="28"/>
          <w:szCs w:val="28"/>
        </w:rPr>
        <w:br/>
        <w:t>Большой Камень на 202</w:t>
      </w:r>
      <w:r w:rsidR="001E09E5" w:rsidRPr="001E09E5">
        <w:rPr>
          <w:sz w:val="28"/>
          <w:szCs w:val="28"/>
        </w:rPr>
        <w:t>4</w:t>
      </w:r>
      <w:r w:rsidRPr="001E09E5">
        <w:rPr>
          <w:sz w:val="28"/>
          <w:szCs w:val="28"/>
        </w:rPr>
        <w:t xml:space="preserve"> год и на плановый период 202</w:t>
      </w:r>
      <w:r w:rsidR="001E09E5" w:rsidRPr="001E09E5">
        <w:rPr>
          <w:sz w:val="28"/>
          <w:szCs w:val="28"/>
        </w:rPr>
        <w:t>5</w:t>
      </w:r>
      <w:r w:rsidRPr="001E09E5">
        <w:rPr>
          <w:sz w:val="28"/>
          <w:szCs w:val="28"/>
        </w:rPr>
        <w:t xml:space="preserve"> и 202</w:t>
      </w:r>
      <w:r w:rsidR="001E09E5" w:rsidRPr="001E09E5">
        <w:rPr>
          <w:sz w:val="28"/>
          <w:szCs w:val="28"/>
        </w:rPr>
        <w:t>6</w:t>
      </w:r>
      <w:r w:rsidRPr="001E09E5">
        <w:rPr>
          <w:sz w:val="28"/>
          <w:szCs w:val="28"/>
        </w:rPr>
        <w:t xml:space="preserve"> годов» следующие изменения:</w:t>
      </w:r>
    </w:p>
    <w:p w14:paraId="5E1B3B30" w14:textId="77777777" w:rsidR="008E4535" w:rsidRPr="009F41FA" w:rsidRDefault="008E4535" w:rsidP="008E4535">
      <w:pPr>
        <w:pStyle w:val="31"/>
        <w:spacing w:line="360" w:lineRule="auto"/>
        <w:ind w:firstLine="700"/>
        <w:jc w:val="both"/>
        <w:outlineLvl w:val="0"/>
        <w:rPr>
          <w:sz w:val="28"/>
          <w:szCs w:val="28"/>
        </w:rPr>
      </w:pPr>
      <w:r w:rsidRPr="009F41FA">
        <w:rPr>
          <w:sz w:val="28"/>
          <w:szCs w:val="28"/>
        </w:rPr>
        <w:t>1) часть 1 статьи 1 изложить в следующей редакции:</w:t>
      </w:r>
    </w:p>
    <w:p w14:paraId="55BA8D88" w14:textId="77777777" w:rsidR="00CC763A" w:rsidRPr="009F41FA" w:rsidRDefault="008E4535" w:rsidP="008E4535">
      <w:pPr>
        <w:pStyle w:val="31"/>
        <w:tabs>
          <w:tab w:val="left" w:pos="2268"/>
        </w:tabs>
        <w:spacing w:line="360" w:lineRule="auto"/>
        <w:ind w:firstLine="700"/>
        <w:jc w:val="both"/>
        <w:rPr>
          <w:sz w:val="28"/>
          <w:szCs w:val="28"/>
        </w:rPr>
      </w:pPr>
      <w:r w:rsidRPr="009F41FA">
        <w:rPr>
          <w:sz w:val="28"/>
          <w:szCs w:val="28"/>
        </w:rPr>
        <w:lastRenderedPageBreak/>
        <w:t xml:space="preserve"> «1. Утвердить основные характеристики бюджета городского округа </w:t>
      </w:r>
    </w:p>
    <w:p w14:paraId="242E4786" w14:textId="68B52563" w:rsidR="008E4535" w:rsidRPr="009F41FA" w:rsidRDefault="008E4535" w:rsidP="00CC763A">
      <w:pPr>
        <w:pStyle w:val="31"/>
        <w:tabs>
          <w:tab w:val="left" w:pos="2268"/>
        </w:tabs>
        <w:spacing w:line="360" w:lineRule="auto"/>
        <w:jc w:val="both"/>
        <w:rPr>
          <w:sz w:val="28"/>
          <w:szCs w:val="28"/>
        </w:rPr>
      </w:pPr>
      <w:r w:rsidRPr="009F41FA">
        <w:rPr>
          <w:sz w:val="28"/>
          <w:szCs w:val="28"/>
        </w:rPr>
        <w:t>Большой Камень (далее – городской округ) на 202</w:t>
      </w:r>
      <w:r w:rsidR="001E09E5" w:rsidRPr="009F41FA">
        <w:rPr>
          <w:sz w:val="28"/>
          <w:szCs w:val="28"/>
        </w:rPr>
        <w:t>4</w:t>
      </w:r>
      <w:r w:rsidRPr="009F41FA">
        <w:rPr>
          <w:sz w:val="28"/>
          <w:szCs w:val="28"/>
        </w:rPr>
        <w:t xml:space="preserve"> год:</w:t>
      </w:r>
    </w:p>
    <w:p w14:paraId="4F4DB782" w14:textId="40D29DD8" w:rsidR="006E50A8" w:rsidRPr="00890930" w:rsidRDefault="006E50A8" w:rsidP="006E50A8">
      <w:pPr>
        <w:pStyle w:val="31"/>
        <w:spacing w:line="360" w:lineRule="auto"/>
        <w:ind w:firstLine="700"/>
        <w:jc w:val="both"/>
        <w:rPr>
          <w:sz w:val="28"/>
          <w:szCs w:val="28"/>
          <w:highlight w:val="yellow"/>
        </w:rPr>
      </w:pPr>
      <w:r w:rsidRPr="00084454">
        <w:rPr>
          <w:sz w:val="28"/>
          <w:szCs w:val="28"/>
        </w:rPr>
        <w:t xml:space="preserve">1) прогнозируемый общий объем доходов бюджета городского округа в </w:t>
      </w:r>
      <w:r w:rsidR="004D4252">
        <w:rPr>
          <w:sz w:val="28"/>
          <w:szCs w:val="28"/>
        </w:rPr>
        <w:t>3 483 665 038,97</w:t>
      </w:r>
      <w:r w:rsidRPr="00D7262A">
        <w:rPr>
          <w:sz w:val="28"/>
          <w:szCs w:val="28"/>
        </w:rPr>
        <w:t xml:space="preserve"> рубл</w:t>
      </w:r>
      <w:r w:rsidR="004D4252">
        <w:rPr>
          <w:sz w:val="28"/>
          <w:szCs w:val="28"/>
        </w:rPr>
        <w:t>ей</w:t>
      </w:r>
      <w:r w:rsidRPr="00D7262A">
        <w:rPr>
          <w:sz w:val="28"/>
          <w:szCs w:val="28"/>
        </w:rPr>
        <w:t>;</w:t>
      </w:r>
    </w:p>
    <w:p w14:paraId="7385DE00" w14:textId="5AF7D981" w:rsidR="006E50A8" w:rsidRPr="00890930" w:rsidRDefault="006E50A8" w:rsidP="006E50A8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890930">
        <w:rPr>
          <w:sz w:val="28"/>
          <w:szCs w:val="28"/>
        </w:rPr>
        <w:t xml:space="preserve">2) общий объем расходов бюджета городского округа </w:t>
      </w:r>
      <w:r w:rsidRPr="00890930">
        <w:rPr>
          <w:sz w:val="28"/>
          <w:szCs w:val="28"/>
        </w:rPr>
        <w:br/>
        <w:t xml:space="preserve">в сумме </w:t>
      </w:r>
      <w:r w:rsidR="00890930" w:rsidRPr="00890930">
        <w:rPr>
          <w:sz w:val="28"/>
          <w:szCs w:val="28"/>
        </w:rPr>
        <w:t>3 537 611 293,84</w:t>
      </w:r>
      <w:r w:rsidRPr="00890930">
        <w:rPr>
          <w:sz w:val="28"/>
          <w:szCs w:val="28"/>
        </w:rPr>
        <w:t xml:space="preserve"> рубл</w:t>
      </w:r>
      <w:r w:rsidR="00177228" w:rsidRPr="00890930">
        <w:rPr>
          <w:sz w:val="28"/>
          <w:szCs w:val="28"/>
        </w:rPr>
        <w:t>я</w:t>
      </w:r>
      <w:r w:rsidRPr="00890930">
        <w:rPr>
          <w:sz w:val="28"/>
          <w:szCs w:val="28"/>
        </w:rPr>
        <w:t>;</w:t>
      </w:r>
    </w:p>
    <w:p w14:paraId="71A295CA" w14:textId="084455F8" w:rsidR="006E50A8" w:rsidRPr="00890930" w:rsidRDefault="006E50A8" w:rsidP="006E50A8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890930">
        <w:rPr>
          <w:sz w:val="28"/>
          <w:szCs w:val="28"/>
        </w:rPr>
        <w:t xml:space="preserve">3) размер дефицита бюджета городского округа в сумме </w:t>
      </w:r>
      <w:r w:rsidR="004D4252">
        <w:rPr>
          <w:sz w:val="28"/>
          <w:szCs w:val="28"/>
        </w:rPr>
        <w:t>53 946 254,87</w:t>
      </w:r>
      <w:r w:rsidRPr="00890930">
        <w:rPr>
          <w:sz w:val="28"/>
          <w:szCs w:val="28"/>
        </w:rPr>
        <w:t xml:space="preserve"> рубл</w:t>
      </w:r>
      <w:r w:rsidR="004D4252">
        <w:rPr>
          <w:sz w:val="28"/>
          <w:szCs w:val="28"/>
        </w:rPr>
        <w:t>я</w:t>
      </w:r>
      <w:r w:rsidRPr="00890930">
        <w:rPr>
          <w:sz w:val="28"/>
          <w:szCs w:val="28"/>
        </w:rPr>
        <w:t xml:space="preserve">; </w:t>
      </w:r>
    </w:p>
    <w:p w14:paraId="690AF633" w14:textId="027C4FE2" w:rsidR="0090140D" w:rsidRPr="00C27B88" w:rsidRDefault="0090140D" w:rsidP="00CD5DF3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C27B88">
        <w:rPr>
          <w:sz w:val="28"/>
          <w:szCs w:val="28"/>
        </w:rPr>
        <w:t xml:space="preserve">4) верхний предел муниципального внутреннего долга городского округа Большой Камень на </w:t>
      </w:r>
      <w:r w:rsidR="00177228" w:rsidRPr="00C27B88">
        <w:rPr>
          <w:sz w:val="28"/>
          <w:szCs w:val="28"/>
        </w:rPr>
        <w:t>1 января 2025 года</w:t>
      </w:r>
      <w:r w:rsidRPr="00C27B88">
        <w:rPr>
          <w:sz w:val="28"/>
          <w:szCs w:val="28"/>
        </w:rPr>
        <w:t xml:space="preserve"> – в сумме </w:t>
      </w:r>
      <w:r w:rsidR="00396773">
        <w:rPr>
          <w:sz w:val="28"/>
          <w:szCs w:val="28"/>
        </w:rPr>
        <w:t>658 167 460,48</w:t>
      </w:r>
      <w:r w:rsidRPr="00C27B88">
        <w:rPr>
          <w:sz w:val="28"/>
          <w:szCs w:val="28"/>
        </w:rPr>
        <w:t xml:space="preserve"> рубл</w:t>
      </w:r>
      <w:r w:rsidR="005056D0" w:rsidRPr="00C27B88">
        <w:rPr>
          <w:sz w:val="28"/>
          <w:szCs w:val="28"/>
        </w:rPr>
        <w:t>я</w:t>
      </w:r>
      <w:r w:rsidRPr="00C27B88">
        <w:rPr>
          <w:sz w:val="28"/>
          <w:szCs w:val="28"/>
        </w:rPr>
        <w:t>, в том числе верхний предел долга по муниципальным гарантиям городского округа Большой Камень – в сумме 0,00 рублей.»;</w:t>
      </w:r>
    </w:p>
    <w:p w14:paraId="4844974A" w14:textId="77777777" w:rsidR="006D2299" w:rsidRPr="00C27B88" w:rsidRDefault="006D2299" w:rsidP="006D2299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C27B88">
        <w:rPr>
          <w:sz w:val="28"/>
          <w:szCs w:val="28"/>
        </w:rPr>
        <w:t>2) часть 2 статьи 1 изложить в следующей редакции:</w:t>
      </w:r>
    </w:p>
    <w:p w14:paraId="0A6CC2A9" w14:textId="69BC0872" w:rsidR="006D2299" w:rsidRPr="00591F73" w:rsidRDefault="006D2299" w:rsidP="006D2299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591F73">
        <w:rPr>
          <w:sz w:val="28"/>
          <w:szCs w:val="28"/>
        </w:rPr>
        <w:t>«2. Утвердить основные характеристики бюджета городского округа на 202</w:t>
      </w:r>
      <w:r w:rsidR="001E09E5" w:rsidRPr="00591F73">
        <w:rPr>
          <w:sz w:val="28"/>
          <w:szCs w:val="28"/>
        </w:rPr>
        <w:t>5</w:t>
      </w:r>
      <w:r w:rsidRPr="00591F73">
        <w:rPr>
          <w:sz w:val="28"/>
          <w:szCs w:val="28"/>
        </w:rPr>
        <w:t xml:space="preserve"> и на 202</w:t>
      </w:r>
      <w:r w:rsidR="001E09E5" w:rsidRPr="00591F73">
        <w:rPr>
          <w:sz w:val="28"/>
          <w:szCs w:val="28"/>
        </w:rPr>
        <w:t>6</w:t>
      </w:r>
      <w:r w:rsidRPr="00591F73">
        <w:rPr>
          <w:sz w:val="28"/>
          <w:szCs w:val="28"/>
        </w:rPr>
        <w:t xml:space="preserve"> годы:</w:t>
      </w:r>
    </w:p>
    <w:p w14:paraId="09747988" w14:textId="23A3E9D1" w:rsidR="006D2299" w:rsidRPr="00084454" w:rsidRDefault="006D2299" w:rsidP="006D2299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084454">
        <w:rPr>
          <w:sz w:val="28"/>
          <w:szCs w:val="28"/>
        </w:rPr>
        <w:t>1) прогнозируемый общий объем доходов бюджета городского округа на 202</w:t>
      </w:r>
      <w:r w:rsidR="001E09E5" w:rsidRPr="00084454">
        <w:rPr>
          <w:sz w:val="28"/>
          <w:szCs w:val="28"/>
        </w:rPr>
        <w:t>5</w:t>
      </w:r>
      <w:r w:rsidRPr="00084454">
        <w:rPr>
          <w:sz w:val="28"/>
          <w:szCs w:val="28"/>
        </w:rPr>
        <w:t xml:space="preserve"> год в сумме </w:t>
      </w:r>
      <w:r w:rsidR="00396773">
        <w:rPr>
          <w:sz w:val="28"/>
          <w:szCs w:val="28"/>
        </w:rPr>
        <w:t>1 885 229 581,29</w:t>
      </w:r>
      <w:r w:rsidR="00130CD8" w:rsidRPr="00084454">
        <w:rPr>
          <w:sz w:val="28"/>
          <w:szCs w:val="28"/>
        </w:rPr>
        <w:t xml:space="preserve"> рубл</w:t>
      </w:r>
      <w:r w:rsidR="00833D56">
        <w:rPr>
          <w:sz w:val="28"/>
          <w:szCs w:val="28"/>
        </w:rPr>
        <w:t>ь</w:t>
      </w:r>
      <w:r w:rsidRPr="00084454">
        <w:rPr>
          <w:sz w:val="28"/>
          <w:szCs w:val="28"/>
        </w:rPr>
        <w:t xml:space="preserve"> и на 202</w:t>
      </w:r>
      <w:r w:rsidR="001E09E5" w:rsidRPr="00084454">
        <w:rPr>
          <w:sz w:val="28"/>
          <w:szCs w:val="28"/>
        </w:rPr>
        <w:t>6</w:t>
      </w:r>
      <w:r w:rsidRPr="00084454">
        <w:rPr>
          <w:sz w:val="28"/>
          <w:szCs w:val="28"/>
        </w:rPr>
        <w:t xml:space="preserve"> год в сумме </w:t>
      </w:r>
      <w:r w:rsidR="00084454" w:rsidRPr="00084454">
        <w:rPr>
          <w:sz w:val="28"/>
          <w:szCs w:val="28"/>
        </w:rPr>
        <w:t>1 312 778</w:t>
      </w:r>
      <w:r w:rsidR="00DE6FF8">
        <w:rPr>
          <w:sz w:val="28"/>
          <w:szCs w:val="28"/>
        </w:rPr>
        <w:t> </w:t>
      </w:r>
      <w:r w:rsidR="00084454" w:rsidRPr="00084454">
        <w:rPr>
          <w:sz w:val="28"/>
          <w:szCs w:val="28"/>
        </w:rPr>
        <w:t>079</w:t>
      </w:r>
      <w:r w:rsidR="00DE6FF8">
        <w:rPr>
          <w:sz w:val="28"/>
          <w:szCs w:val="28"/>
        </w:rPr>
        <w:t>,</w:t>
      </w:r>
      <w:r w:rsidR="00084454" w:rsidRPr="00084454">
        <w:rPr>
          <w:sz w:val="28"/>
          <w:szCs w:val="28"/>
        </w:rPr>
        <w:t>79</w:t>
      </w:r>
      <w:r w:rsidRPr="00084454">
        <w:rPr>
          <w:sz w:val="28"/>
          <w:szCs w:val="28"/>
        </w:rPr>
        <w:t xml:space="preserve"> рублей;</w:t>
      </w:r>
    </w:p>
    <w:p w14:paraId="5467095B" w14:textId="547738C7" w:rsidR="006D2299" w:rsidRPr="003E10B0" w:rsidRDefault="006D2299" w:rsidP="006D2299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3E10B0">
        <w:rPr>
          <w:sz w:val="28"/>
          <w:szCs w:val="28"/>
        </w:rPr>
        <w:t>2) общий объем расходов бюджета городского округа на 202</w:t>
      </w:r>
      <w:r w:rsidR="00404714" w:rsidRPr="003E10B0">
        <w:rPr>
          <w:sz w:val="28"/>
          <w:szCs w:val="28"/>
        </w:rPr>
        <w:t>5</w:t>
      </w:r>
      <w:r w:rsidRPr="003E10B0">
        <w:rPr>
          <w:sz w:val="28"/>
          <w:szCs w:val="28"/>
        </w:rPr>
        <w:t xml:space="preserve"> год в сумме </w:t>
      </w:r>
      <w:r w:rsidR="003D521C">
        <w:rPr>
          <w:sz w:val="28"/>
          <w:szCs w:val="28"/>
        </w:rPr>
        <w:t>1 872 662 581,29</w:t>
      </w:r>
      <w:r w:rsidRPr="003E10B0">
        <w:rPr>
          <w:sz w:val="28"/>
          <w:szCs w:val="28"/>
        </w:rPr>
        <w:t xml:space="preserve"> рубля, в том числе условные расходы в сумме </w:t>
      </w:r>
      <w:r w:rsidR="0064179F" w:rsidRPr="003E10B0">
        <w:rPr>
          <w:sz w:val="28"/>
          <w:szCs w:val="28"/>
        </w:rPr>
        <w:t>13</w:t>
      </w:r>
      <w:r w:rsidR="00D37609" w:rsidRPr="003E10B0">
        <w:rPr>
          <w:sz w:val="28"/>
          <w:szCs w:val="28"/>
        </w:rPr>
        <w:t> </w:t>
      </w:r>
      <w:r w:rsidR="00404714" w:rsidRPr="003E10B0">
        <w:rPr>
          <w:sz w:val="28"/>
          <w:szCs w:val="28"/>
        </w:rPr>
        <w:t>680</w:t>
      </w:r>
      <w:r w:rsidR="00D37609" w:rsidRPr="003E10B0">
        <w:rPr>
          <w:sz w:val="28"/>
          <w:szCs w:val="28"/>
        </w:rPr>
        <w:t> </w:t>
      </w:r>
      <w:r w:rsidR="00404714" w:rsidRPr="003E10B0">
        <w:rPr>
          <w:sz w:val="28"/>
          <w:szCs w:val="28"/>
        </w:rPr>
        <w:t>099</w:t>
      </w:r>
      <w:r w:rsidR="00D37609" w:rsidRPr="003E10B0">
        <w:rPr>
          <w:sz w:val="28"/>
          <w:szCs w:val="28"/>
        </w:rPr>
        <w:t>,</w:t>
      </w:r>
      <w:r w:rsidR="00404714" w:rsidRPr="003E10B0">
        <w:rPr>
          <w:sz w:val="28"/>
          <w:szCs w:val="28"/>
        </w:rPr>
        <w:t>04</w:t>
      </w:r>
      <w:r w:rsidRPr="003E10B0">
        <w:rPr>
          <w:sz w:val="28"/>
          <w:szCs w:val="28"/>
        </w:rPr>
        <w:t xml:space="preserve"> рубл</w:t>
      </w:r>
      <w:r w:rsidR="003D521C">
        <w:rPr>
          <w:sz w:val="28"/>
          <w:szCs w:val="28"/>
        </w:rPr>
        <w:t>ей</w:t>
      </w:r>
      <w:r w:rsidRPr="003E10B0">
        <w:rPr>
          <w:sz w:val="28"/>
          <w:szCs w:val="28"/>
        </w:rPr>
        <w:t>, на 202</w:t>
      </w:r>
      <w:r w:rsidR="00404714" w:rsidRPr="003E10B0">
        <w:rPr>
          <w:sz w:val="28"/>
          <w:szCs w:val="28"/>
        </w:rPr>
        <w:t>6</w:t>
      </w:r>
      <w:r w:rsidRPr="003E10B0">
        <w:rPr>
          <w:sz w:val="28"/>
          <w:szCs w:val="28"/>
        </w:rPr>
        <w:t xml:space="preserve"> год в сумме </w:t>
      </w:r>
      <w:r w:rsidR="003D521C">
        <w:rPr>
          <w:sz w:val="28"/>
          <w:szCs w:val="28"/>
        </w:rPr>
        <w:t>1 297 093 579,79</w:t>
      </w:r>
      <w:r w:rsidRPr="003E10B0">
        <w:rPr>
          <w:sz w:val="28"/>
          <w:szCs w:val="28"/>
        </w:rPr>
        <w:t xml:space="preserve"> рубл</w:t>
      </w:r>
      <w:r w:rsidR="003D521C">
        <w:rPr>
          <w:sz w:val="28"/>
          <w:szCs w:val="28"/>
        </w:rPr>
        <w:t>ей</w:t>
      </w:r>
      <w:r w:rsidRPr="003E10B0">
        <w:rPr>
          <w:sz w:val="28"/>
          <w:szCs w:val="28"/>
        </w:rPr>
        <w:t xml:space="preserve">, в том числе условные расходы в сумме </w:t>
      </w:r>
      <w:r w:rsidR="00404714" w:rsidRPr="003E10B0">
        <w:rPr>
          <w:sz w:val="28"/>
          <w:szCs w:val="28"/>
        </w:rPr>
        <w:t>28 549 425,04</w:t>
      </w:r>
      <w:r w:rsidRPr="003E10B0">
        <w:rPr>
          <w:sz w:val="28"/>
          <w:szCs w:val="28"/>
        </w:rPr>
        <w:t xml:space="preserve"> рубл</w:t>
      </w:r>
      <w:r w:rsidR="00404714" w:rsidRPr="003E10B0">
        <w:rPr>
          <w:sz w:val="28"/>
          <w:szCs w:val="28"/>
        </w:rPr>
        <w:t>я</w:t>
      </w:r>
      <w:r w:rsidRPr="003E10B0">
        <w:rPr>
          <w:sz w:val="28"/>
          <w:szCs w:val="28"/>
        </w:rPr>
        <w:t>;</w:t>
      </w:r>
    </w:p>
    <w:p w14:paraId="5B6D5C54" w14:textId="44566120" w:rsidR="002726CF" w:rsidRPr="003E10B0" w:rsidRDefault="002726CF" w:rsidP="002726CF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3E10B0">
        <w:rPr>
          <w:sz w:val="28"/>
          <w:szCs w:val="28"/>
        </w:rPr>
        <w:t xml:space="preserve">3) размер профицита бюджета городского округа на 2025 год в сумме </w:t>
      </w:r>
      <w:r w:rsidR="008F0DE9">
        <w:rPr>
          <w:sz w:val="28"/>
          <w:szCs w:val="28"/>
        </w:rPr>
        <w:t>12 567 0</w:t>
      </w:r>
      <w:r w:rsidR="003D521C">
        <w:rPr>
          <w:sz w:val="28"/>
          <w:szCs w:val="28"/>
        </w:rPr>
        <w:t>00,00</w:t>
      </w:r>
      <w:r w:rsidRPr="003E10B0">
        <w:rPr>
          <w:sz w:val="28"/>
          <w:szCs w:val="28"/>
        </w:rPr>
        <w:t xml:space="preserve"> рубл</w:t>
      </w:r>
      <w:r w:rsidR="00833D56">
        <w:rPr>
          <w:sz w:val="28"/>
          <w:szCs w:val="28"/>
        </w:rPr>
        <w:t>ей</w:t>
      </w:r>
      <w:r w:rsidRPr="003E10B0">
        <w:rPr>
          <w:sz w:val="28"/>
          <w:szCs w:val="28"/>
        </w:rPr>
        <w:t>;</w:t>
      </w:r>
    </w:p>
    <w:p w14:paraId="0D7BF157" w14:textId="50EE879D" w:rsidR="002726CF" w:rsidRPr="00C27B88" w:rsidRDefault="002726CF" w:rsidP="002726CF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C27B88">
        <w:rPr>
          <w:sz w:val="28"/>
          <w:szCs w:val="28"/>
        </w:rPr>
        <w:t>4) верхний предел муниципального внутреннего долга городского округа Большой Камень на 1 января 2026 года – в сумме 547 855 005,71 рубл</w:t>
      </w:r>
      <w:r w:rsidR="00833D56">
        <w:rPr>
          <w:sz w:val="28"/>
          <w:szCs w:val="28"/>
        </w:rPr>
        <w:t>ей</w:t>
      </w:r>
      <w:r w:rsidRPr="00C27B88">
        <w:rPr>
          <w:sz w:val="28"/>
          <w:szCs w:val="28"/>
        </w:rPr>
        <w:t>, в том числе верхний предел долга по муниципальным гарантиям городского округа Большой Камень – в сумме 0,00 рублей;</w:t>
      </w:r>
    </w:p>
    <w:p w14:paraId="66E63C84" w14:textId="63333272" w:rsidR="002726CF" w:rsidRPr="003E10B0" w:rsidRDefault="002726CF" w:rsidP="002726CF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3E10B0">
        <w:rPr>
          <w:sz w:val="28"/>
          <w:szCs w:val="28"/>
        </w:rPr>
        <w:t xml:space="preserve">5) размер профицита бюджета городского округа на 2026 год в сумме </w:t>
      </w:r>
      <w:r w:rsidR="008F0DE9">
        <w:rPr>
          <w:sz w:val="28"/>
          <w:szCs w:val="28"/>
        </w:rPr>
        <w:t>15</w:t>
      </w:r>
      <w:r w:rsidR="004F14F7" w:rsidRPr="003E10B0">
        <w:rPr>
          <w:sz w:val="28"/>
          <w:szCs w:val="28"/>
        </w:rPr>
        <w:t> </w:t>
      </w:r>
      <w:r w:rsidR="008F0DE9">
        <w:rPr>
          <w:sz w:val="28"/>
          <w:szCs w:val="28"/>
        </w:rPr>
        <w:t>684</w:t>
      </w:r>
      <w:r w:rsidR="004F14F7" w:rsidRPr="003E10B0">
        <w:rPr>
          <w:sz w:val="28"/>
          <w:szCs w:val="28"/>
        </w:rPr>
        <w:t> 5</w:t>
      </w:r>
      <w:r w:rsidR="008F0DE9">
        <w:rPr>
          <w:sz w:val="28"/>
          <w:szCs w:val="28"/>
        </w:rPr>
        <w:t>00</w:t>
      </w:r>
      <w:r w:rsidR="004F14F7" w:rsidRPr="003E10B0">
        <w:rPr>
          <w:sz w:val="28"/>
          <w:szCs w:val="28"/>
        </w:rPr>
        <w:t>,0</w:t>
      </w:r>
      <w:r w:rsidR="008F0DE9">
        <w:rPr>
          <w:sz w:val="28"/>
          <w:szCs w:val="28"/>
        </w:rPr>
        <w:t>0</w:t>
      </w:r>
      <w:r w:rsidRPr="003E10B0">
        <w:rPr>
          <w:sz w:val="28"/>
          <w:szCs w:val="28"/>
        </w:rPr>
        <w:t xml:space="preserve"> рублей;</w:t>
      </w:r>
    </w:p>
    <w:p w14:paraId="2218CB99" w14:textId="037913E3" w:rsidR="006D2299" w:rsidRPr="00C27B88" w:rsidRDefault="002726CF" w:rsidP="002726CF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C27B88">
        <w:rPr>
          <w:sz w:val="28"/>
          <w:szCs w:val="28"/>
        </w:rPr>
        <w:lastRenderedPageBreak/>
        <w:t>6) верхний предел муниципального внутреннего долга городского округа Большой Камень на 1 января 2027 года – в сумме 571 746 051,98 рубля, в том числе верхний предел долга по муниципальным гарантиям городского округа Большой Камень – в сумме 0,00 рублей</w:t>
      </w:r>
      <w:r w:rsidR="006D2299" w:rsidRPr="00C27B88">
        <w:rPr>
          <w:sz w:val="28"/>
          <w:szCs w:val="28"/>
        </w:rPr>
        <w:t>»;</w:t>
      </w:r>
    </w:p>
    <w:p w14:paraId="7544B9E8" w14:textId="01BCA3B7" w:rsidR="00976BD8" w:rsidRPr="00C27B88" w:rsidRDefault="001A14AE" w:rsidP="00D547AA">
      <w:pPr>
        <w:pStyle w:val="31"/>
        <w:spacing w:line="360" w:lineRule="auto"/>
        <w:ind w:firstLine="700"/>
        <w:jc w:val="both"/>
        <w:rPr>
          <w:sz w:val="28"/>
          <w:szCs w:val="28"/>
          <w:lang w:eastAsia="x-none"/>
        </w:rPr>
      </w:pPr>
      <w:r w:rsidRPr="00C27B88">
        <w:rPr>
          <w:sz w:val="28"/>
          <w:szCs w:val="28"/>
        </w:rPr>
        <w:t>3</w:t>
      </w:r>
      <w:r w:rsidR="008E4535" w:rsidRPr="00C27B88">
        <w:rPr>
          <w:sz w:val="28"/>
          <w:szCs w:val="28"/>
        </w:rPr>
        <w:t xml:space="preserve">) </w:t>
      </w:r>
      <w:r w:rsidR="00976BD8" w:rsidRPr="00C27B88">
        <w:rPr>
          <w:sz w:val="28"/>
          <w:szCs w:val="28"/>
          <w:lang w:eastAsia="x-none"/>
        </w:rPr>
        <w:t xml:space="preserve">часть </w:t>
      </w:r>
      <w:r w:rsidR="00BF2354" w:rsidRPr="00C27B88">
        <w:rPr>
          <w:sz w:val="28"/>
          <w:szCs w:val="28"/>
          <w:lang w:eastAsia="x-none"/>
        </w:rPr>
        <w:t>4</w:t>
      </w:r>
      <w:r w:rsidR="00976BD8" w:rsidRPr="00C27B88">
        <w:rPr>
          <w:sz w:val="28"/>
          <w:szCs w:val="28"/>
          <w:lang w:eastAsia="x-none"/>
        </w:rPr>
        <w:t xml:space="preserve"> статьи 1 изложить в следующей редакции:</w:t>
      </w:r>
    </w:p>
    <w:p w14:paraId="689CE4BA" w14:textId="4F4BD1A4" w:rsidR="00976BD8" w:rsidRPr="00A27B0E" w:rsidRDefault="00976BD8" w:rsidP="00976BD8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A27B0E">
        <w:rPr>
          <w:sz w:val="28"/>
          <w:szCs w:val="28"/>
        </w:rPr>
        <w:t>«</w:t>
      </w:r>
      <w:r w:rsidR="00E261BD" w:rsidRPr="00A27B0E">
        <w:rPr>
          <w:sz w:val="28"/>
          <w:szCs w:val="28"/>
        </w:rPr>
        <w:t>4</w:t>
      </w:r>
      <w:r w:rsidRPr="00A27B0E">
        <w:rPr>
          <w:sz w:val="28"/>
          <w:szCs w:val="28"/>
        </w:rPr>
        <w:t xml:space="preserve">. Установить общий объем межбюджетных трансфертов, получаемых из других бюджетов бюджетной системы Российской Федерации: </w:t>
      </w:r>
    </w:p>
    <w:p w14:paraId="65FF9FB1" w14:textId="686CF443" w:rsidR="00976BD8" w:rsidRPr="00A27B0E" w:rsidRDefault="00976BD8" w:rsidP="00976BD8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A27B0E">
        <w:rPr>
          <w:sz w:val="28"/>
          <w:szCs w:val="28"/>
        </w:rPr>
        <w:t>на 20</w:t>
      </w:r>
      <w:r w:rsidR="00404714" w:rsidRPr="00A27B0E">
        <w:rPr>
          <w:sz w:val="28"/>
          <w:szCs w:val="28"/>
        </w:rPr>
        <w:t xml:space="preserve">24 </w:t>
      </w:r>
      <w:r w:rsidRPr="00A27B0E">
        <w:rPr>
          <w:sz w:val="28"/>
          <w:szCs w:val="28"/>
        </w:rPr>
        <w:t xml:space="preserve">год в сумме </w:t>
      </w:r>
      <w:r w:rsidR="004D4252">
        <w:rPr>
          <w:sz w:val="28"/>
          <w:szCs w:val="28"/>
        </w:rPr>
        <w:t>2 825 497 578,49</w:t>
      </w:r>
      <w:r w:rsidR="00675704" w:rsidRPr="00A27B0E">
        <w:rPr>
          <w:sz w:val="28"/>
          <w:szCs w:val="28"/>
        </w:rPr>
        <w:t xml:space="preserve"> </w:t>
      </w:r>
      <w:r w:rsidRPr="00A27B0E">
        <w:rPr>
          <w:sz w:val="28"/>
          <w:szCs w:val="28"/>
        </w:rPr>
        <w:t>рубл</w:t>
      </w:r>
      <w:r w:rsidR="00CA5981" w:rsidRPr="00A27B0E">
        <w:rPr>
          <w:sz w:val="28"/>
          <w:szCs w:val="28"/>
        </w:rPr>
        <w:t>я</w:t>
      </w:r>
      <w:r w:rsidRPr="00A27B0E">
        <w:rPr>
          <w:sz w:val="28"/>
          <w:szCs w:val="28"/>
        </w:rPr>
        <w:t xml:space="preserve">, </w:t>
      </w:r>
    </w:p>
    <w:p w14:paraId="1A9E2743" w14:textId="1088CCD4" w:rsidR="00976BD8" w:rsidRPr="00A27B0E" w:rsidRDefault="00976BD8" w:rsidP="00976BD8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A27B0E">
        <w:rPr>
          <w:sz w:val="28"/>
          <w:szCs w:val="28"/>
        </w:rPr>
        <w:t>на 202</w:t>
      </w:r>
      <w:r w:rsidR="00404714" w:rsidRPr="00A27B0E">
        <w:rPr>
          <w:sz w:val="28"/>
          <w:szCs w:val="28"/>
        </w:rPr>
        <w:t>5</w:t>
      </w:r>
      <w:r w:rsidRPr="00A27B0E">
        <w:rPr>
          <w:sz w:val="28"/>
          <w:szCs w:val="28"/>
        </w:rPr>
        <w:t xml:space="preserve"> год в сумме </w:t>
      </w:r>
      <w:r w:rsidR="00A27B0E" w:rsidRPr="00A27B0E">
        <w:rPr>
          <w:sz w:val="28"/>
          <w:szCs w:val="28"/>
        </w:rPr>
        <w:t>1</w:t>
      </w:r>
      <w:r w:rsidR="006256A4">
        <w:rPr>
          <w:sz w:val="28"/>
          <w:szCs w:val="28"/>
        </w:rPr>
        <w:t> 337 374 575,58 рубля;</w:t>
      </w:r>
      <w:r w:rsidRPr="00A27B0E">
        <w:rPr>
          <w:sz w:val="28"/>
          <w:szCs w:val="28"/>
        </w:rPr>
        <w:t xml:space="preserve"> </w:t>
      </w:r>
    </w:p>
    <w:p w14:paraId="405506A3" w14:textId="1C015A7E" w:rsidR="00BF2354" w:rsidRPr="00A27B0E" w:rsidRDefault="00976BD8" w:rsidP="00BF2354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A27B0E">
        <w:rPr>
          <w:sz w:val="28"/>
          <w:szCs w:val="28"/>
        </w:rPr>
        <w:t>на 202</w:t>
      </w:r>
      <w:r w:rsidR="00404714" w:rsidRPr="00A27B0E">
        <w:rPr>
          <w:sz w:val="28"/>
          <w:szCs w:val="28"/>
        </w:rPr>
        <w:t>6</w:t>
      </w:r>
      <w:r w:rsidRPr="00A27B0E">
        <w:rPr>
          <w:sz w:val="28"/>
          <w:szCs w:val="28"/>
        </w:rPr>
        <w:t xml:space="preserve"> год в сумме </w:t>
      </w:r>
      <w:r w:rsidR="00A27B0E" w:rsidRPr="00A27B0E">
        <w:rPr>
          <w:sz w:val="28"/>
          <w:szCs w:val="28"/>
        </w:rPr>
        <w:t>741</w:t>
      </w:r>
      <w:r w:rsidR="00F01CF8">
        <w:rPr>
          <w:sz w:val="28"/>
          <w:szCs w:val="28"/>
        </w:rPr>
        <w:t> </w:t>
      </w:r>
      <w:r w:rsidR="00A27B0E" w:rsidRPr="00A27B0E">
        <w:rPr>
          <w:sz w:val="28"/>
          <w:szCs w:val="28"/>
        </w:rPr>
        <w:t>032</w:t>
      </w:r>
      <w:r w:rsidR="00F01CF8">
        <w:rPr>
          <w:sz w:val="28"/>
          <w:szCs w:val="28"/>
        </w:rPr>
        <w:t xml:space="preserve"> </w:t>
      </w:r>
      <w:r w:rsidR="00A27B0E" w:rsidRPr="00A27B0E">
        <w:rPr>
          <w:sz w:val="28"/>
          <w:szCs w:val="28"/>
        </w:rPr>
        <w:t>027,81</w:t>
      </w:r>
      <w:r w:rsidRPr="00A27B0E">
        <w:rPr>
          <w:sz w:val="28"/>
          <w:szCs w:val="28"/>
        </w:rPr>
        <w:t xml:space="preserve"> рубл</w:t>
      </w:r>
      <w:r w:rsidR="000F1A80" w:rsidRPr="00A27B0E">
        <w:rPr>
          <w:sz w:val="28"/>
          <w:szCs w:val="28"/>
        </w:rPr>
        <w:t>я</w:t>
      </w:r>
      <w:r w:rsidRPr="00A27B0E">
        <w:rPr>
          <w:sz w:val="28"/>
          <w:szCs w:val="28"/>
        </w:rPr>
        <w:t>.»;</w:t>
      </w:r>
    </w:p>
    <w:p w14:paraId="2FE14A6B" w14:textId="17644384" w:rsidR="0059543B" w:rsidRPr="0006510B" w:rsidRDefault="00C9399A" w:rsidP="0059543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06510B">
        <w:rPr>
          <w:sz w:val="28"/>
          <w:szCs w:val="28"/>
        </w:rPr>
        <w:t>4</w:t>
      </w:r>
      <w:r w:rsidR="0059543B" w:rsidRPr="0006510B">
        <w:rPr>
          <w:sz w:val="28"/>
          <w:szCs w:val="28"/>
        </w:rPr>
        <w:t>) статью 4 изложить в следующей редакции:</w:t>
      </w:r>
    </w:p>
    <w:p w14:paraId="70F0ABE8" w14:textId="77777777" w:rsidR="0059543B" w:rsidRPr="00A27B0E" w:rsidRDefault="0059543B" w:rsidP="0059543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A27B0E">
        <w:rPr>
          <w:sz w:val="28"/>
          <w:szCs w:val="28"/>
        </w:rPr>
        <w:t>«Статья 4. Дорожный фонд городского округа</w:t>
      </w:r>
    </w:p>
    <w:p w14:paraId="5BFFD698" w14:textId="77777777" w:rsidR="0059543B" w:rsidRPr="00A27B0E" w:rsidRDefault="0059543B" w:rsidP="0059543B">
      <w:pPr>
        <w:spacing w:line="360" w:lineRule="auto"/>
        <w:ind w:firstLine="709"/>
        <w:jc w:val="both"/>
        <w:rPr>
          <w:sz w:val="28"/>
          <w:szCs w:val="28"/>
        </w:rPr>
      </w:pPr>
      <w:r w:rsidRPr="00A27B0E">
        <w:rPr>
          <w:sz w:val="28"/>
          <w:szCs w:val="28"/>
        </w:rPr>
        <w:t>Утвердить объем бюджетных ассигнований дорожного фонда городского округа:</w:t>
      </w:r>
    </w:p>
    <w:p w14:paraId="00D8740B" w14:textId="35D7A641" w:rsidR="0059543B" w:rsidRPr="00A27B0E" w:rsidRDefault="0059543B" w:rsidP="0059543B">
      <w:pPr>
        <w:spacing w:line="360" w:lineRule="auto"/>
        <w:ind w:firstLine="709"/>
        <w:jc w:val="both"/>
        <w:rPr>
          <w:sz w:val="28"/>
          <w:szCs w:val="28"/>
        </w:rPr>
      </w:pPr>
      <w:r w:rsidRPr="00A27B0E">
        <w:rPr>
          <w:sz w:val="28"/>
          <w:szCs w:val="28"/>
        </w:rPr>
        <w:t>на 202</w:t>
      </w:r>
      <w:r w:rsidR="00404714" w:rsidRPr="00A27B0E">
        <w:rPr>
          <w:sz w:val="28"/>
          <w:szCs w:val="28"/>
        </w:rPr>
        <w:t>4</w:t>
      </w:r>
      <w:r w:rsidRPr="00A27B0E">
        <w:rPr>
          <w:sz w:val="28"/>
          <w:szCs w:val="28"/>
        </w:rPr>
        <w:t xml:space="preserve"> год в сумме </w:t>
      </w:r>
      <w:r w:rsidR="009173BE">
        <w:rPr>
          <w:sz w:val="28"/>
          <w:szCs w:val="28"/>
        </w:rPr>
        <w:t>356 530 095,60</w:t>
      </w:r>
      <w:r w:rsidRPr="00A27B0E">
        <w:rPr>
          <w:sz w:val="28"/>
          <w:szCs w:val="28"/>
        </w:rPr>
        <w:t xml:space="preserve"> рубл</w:t>
      </w:r>
      <w:r w:rsidR="005056D0" w:rsidRPr="00A27B0E">
        <w:rPr>
          <w:sz w:val="28"/>
          <w:szCs w:val="28"/>
        </w:rPr>
        <w:t>я</w:t>
      </w:r>
      <w:r w:rsidRPr="00A27B0E">
        <w:rPr>
          <w:sz w:val="28"/>
          <w:szCs w:val="28"/>
        </w:rPr>
        <w:t>,</w:t>
      </w:r>
    </w:p>
    <w:p w14:paraId="0AE86FEA" w14:textId="06896CD9" w:rsidR="0059543B" w:rsidRPr="00D7262A" w:rsidRDefault="0059543B" w:rsidP="0059543B">
      <w:pPr>
        <w:spacing w:line="360" w:lineRule="auto"/>
        <w:ind w:firstLine="709"/>
        <w:jc w:val="both"/>
        <w:rPr>
          <w:sz w:val="28"/>
          <w:szCs w:val="28"/>
        </w:rPr>
      </w:pPr>
      <w:r w:rsidRPr="00D7262A">
        <w:rPr>
          <w:sz w:val="28"/>
          <w:szCs w:val="28"/>
        </w:rPr>
        <w:t>на 202</w:t>
      </w:r>
      <w:r w:rsidR="00404714" w:rsidRPr="00D7262A">
        <w:rPr>
          <w:sz w:val="28"/>
          <w:szCs w:val="28"/>
        </w:rPr>
        <w:t>5</w:t>
      </w:r>
      <w:r w:rsidRPr="00D7262A">
        <w:rPr>
          <w:sz w:val="28"/>
          <w:szCs w:val="28"/>
        </w:rPr>
        <w:t xml:space="preserve"> год в сумме </w:t>
      </w:r>
      <w:r w:rsidR="00D7262A" w:rsidRPr="00D7262A">
        <w:rPr>
          <w:sz w:val="28"/>
          <w:szCs w:val="28"/>
        </w:rPr>
        <w:t>212 801 555,87</w:t>
      </w:r>
      <w:r w:rsidRPr="00D7262A">
        <w:rPr>
          <w:sz w:val="28"/>
          <w:szCs w:val="28"/>
        </w:rPr>
        <w:t xml:space="preserve"> рублей,</w:t>
      </w:r>
    </w:p>
    <w:p w14:paraId="44349267" w14:textId="37DCEB5E" w:rsidR="0059543B" w:rsidRPr="00D7262A" w:rsidRDefault="0059543B" w:rsidP="0059543B">
      <w:pPr>
        <w:spacing w:line="360" w:lineRule="auto"/>
        <w:ind w:firstLine="709"/>
        <w:jc w:val="both"/>
        <w:rPr>
          <w:sz w:val="28"/>
          <w:szCs w:val="28"/>
        </w:rPr>
      </w:pPr>
      <w:r w:rsidRPr="00D7262A">
        <w:rPr>
          <w:sz w:val="28"/>
          <w:szCs w:val="28"/>
        </w:rPr>
        <w:t>на 202</w:t>
      </w:r>
      <w:r w:rsidR="00404714" w:rsidRPr="00D7262A">
        <w:rPr>
          <w:sz w:val="28"/>
          <w:szCs w:val="28"/>
        </w:rPr>
        <w:t>6</w:t>
      </w:r>
      <w:r w:rsidRPr="00D7262A">
        <w:rPr>
          <w:sz w:val="28"/>
          <w:szCs w:val="28"/>
        </w:rPr>
        <w:t xml:space="preserve"> год в сумме </w:t>
      </w:r>
      <w:r w:rsidR="000F1A80" w:rsidRPr="00D7262A">
        <w:rPr>
          <w:sz w:val="28"/>
          <w:szCs w:val="28"/>
        </w:rPr>
        <w:t>57</w:t>
      </w:r>
      <w:r w:rsidR="00CA5981" w:rsidRPr="00D7262A">
        <w:rPr>
          <w:sz w:val="28"/>
          <w:szCs w:val="28"/>
        </w:rPr>
        <w:t> </w:t>
      </w:r>
      <w:r w:rsidR="000F1A80" w:rsidRPr="00D7262A">
        <w:rPr>
          <w:sz w:val="28"/>
          <w:szCs w:val="28"/>
        </w:rPr>
        <w:t>607</w:t>
      </w:r>
      <w:r w:rsidR="00CA5981" w:rsidRPr="00D7262A">
        <w:rPr>
          <w:sz w:val="28"/>
          <w:szCs w:val="28"/>
        </w:rPr>
        <w:t xml:space="preserve"> 1</w:t>
      </w:r>
      <w:r w:rsidR="000F1A80" w:rsidRPr="00D7262A">
        <w:rPr>
          <w:sz w:val="28"/>
          <w:szCs w:val="28"/>
        </w:rPr>
        <w:t>52</w:t>
      </w:r>
      <w:r w:rsidR="00CA5981" w:rsidRPr="00D7262A">
        <w:rPr>
          <w:sz w:val="28"/>
          <w:szCs w:val="28"/>
        </w:rPr>
        <w:t>,</w:t>
      </w:r>
      <w:r w:rsidR="000F1A80" w:rsidRPr="00D7262A">
        <w:rPr>
          <w:sz w:val="28"/>
          <w:szCs w:val="28"/>
        </w:rPr>
        <w:t>54</w:t>
      </w:r>
      <w:r w:rsidRPr="00D7262A">
        <w:rPr>
          <w:sz w:val="28"/>
          <w:szCs w:val="28"/>
        </w:rPr>
        <w:t xml:space="preserve"> рублей.»;</w:t>
      </w:r>
    </w:p>
    <w:p w14:paraId="30E8F85D" w14:textId="13CD64E5" w:rsidR="008E4535" w:rsidRPr="00B90BA1" w:rsidRDefault="00C9399A" w:rsidP="00C66233">
      <w:pPr>
        <w:spacing w:line="360" w:lineRule="auto"/>
        <w:ind w:firstLine="709"/>
        <w:jc w:val="both"/>
        <w:rPr>
          <w:sz w:val="28"/>
          <w:szCs w:val="28"/>
        </w:rPr>
      </w:pPr>
      <w:r w:rsidRPr="00B90BA1">
        <w:rPr>
          <w:sz w:val="28"/>
          <w:szCs w:val="28"/>
        </w:rPr>
        <w:t>5</w:t>
      </w:r>
      <w:r w:rsidR="001541F5" w:rsidRPr="00B90BA1">
        <w:rPr>
          <w:sz w:val="28"/>
          <w:szCs w:val="28"/>
        </w:rPr>
        <w:t>)</w:t>
      </w:r>
      <w:r w:rsidR="00F307EF" w:rsidRPr="00B90BA1">
        <w:rPr>
          <w:sz w:val="28"/>
          <w:szCs w:val="28"/>
        </w:rPr>
        <w:t xml:space="preserve"> </w:t>
      </w:r>
      <w:bookmarkStart w:id="0" w:name="_Hlk113444057"/>
      <w:r w:rsidR="008E4535" w:rsidRPr="00B90BA1">
        <w:rPr>
          <w:sz w:val="28"/>
          <w:szCs w:val="28"/>
        </w:rPr>
        <w:t>приложение 1 изложить в редакции приложения 1 к настоящему решению;</w:t>
      </w:r>
    </w:p>
    <w:bookmarkEnd w:id="0"/>
    <w:p w14:paraId="3BE784AD" w14:textId="478F18C4" w:rsidR="00CA5981" w:rsidRPr="00B90BA1" w:rsidRDefault="00B90BA1" w:rsidP="00CA5981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B90BA1">
        <w:rPr>
          <w:sz w:val="28"/>
          <w:szCs w:val="28"/>
        </w:rPr>
        <w:t>6</w:t>
      </w:r>
      <w:r w:rsidR="00CA5981" w:rsidRPr="00B90BA1">
        <w:rPr>
          <w:sz w:val="28"/>
          <w:szCs w:val="28"/>
        </w:rPr>
        <w:t xml:space="preserve">) приложение </w:t>
      </w:r>
      <w:r w:rsidR="00506373">
        <w:rPr>
          <w:sz w:val="28"/>
          <w:szCs w:val="28"/>
        </w:rPr>
        <w:t>2</w:t>
      </w:r>
      <w:r w:rsidR="00CA5981" w:rsidRPr="00B90BA1">
        <w:rPr>
          <w:sz w:val="28"/>
          <w:szCs w:val="28"/>
        </w:rPr>
        <w:t xml:space="preserve"> изложить в редакции приложения 3 к настоящему решению;</w:t>
      </w:r>
    </w:p>
    <w:p w14:paraId="12BF2196" w14:textId="086BED37" w:rsidR="004C33F5" w:rsidRPr="00B90BA1" w:rsidRDefault="00B90BA1" w:rsidP="004C33F5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B90BA1">
        <w:rPr>
          <w:sz w:val="28"/>
          <w:szCs w:val="28"/>
        </w:rPr>
        <w:t>7</w:t>
      </w:r>
      <w:r w:rsidR="004C33F5" w:rsidRPr="00B90BA1">
        <w:rPr>
          <w:sz w:val="28"/>
          <w:szCs w:val="28"/>
        </w:rPr>
        <w:t xml:space="preserve">) приложение </w:t>
      </w:r>
      <w:r w:rsidR="00506373">
        <w:rPr>
          <w:sz w:val="28"/>
          <w:szCs w:val="28"/>
        </w:rPr>
        <w:t>3</w:t>
      </w:r>
      <w:r w:rsidR="004C33F5" w:rsidRPr="00B90BA1">
        <w:rPr>
          <w:sz w:val="28"/>
          <w:szCs w:val="28"/>
        </w:rPr>
        <w:t xml:space="preserve"> изложить в редакции приложения </w:t>
      </w:r>
      <w:r w:rsidR="00CA5981" w:rsidRPr="00B90BA1">
        <w:rPr>
          <w:sz w:val="28"/>
          <w:szCs w:val="28"/>
        </w:rPr>
        <w:t>4</w:t>
      </w:r>
      <w:r w:rsidR="004C33F5" w:rsidRPr="00B90BA1">
        <w:rPr>
          <w:sz w:val="28"/>
          <w:szCs w:val="28"/>
        </w:rPr>
        <w:t xml:space="preserve"> к настоящему решению;</w:t>
      </w:r>
    </w:p>
    <w:p w14:paraId="74820043" w14:textId="75C35B02" w:rsidR="00CA5981" w:rsidRPr="00B90BA1" w:rsidRDefault="00B90BA1" w:rsidP="00CA5981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B90BA1">
        <w:rPr>
          <w:sz w:val="28"/>
          <w:szCs w:val="28"/>
        </w:rPr>
        <w:t>8</w:t>
      </w:r>
      <w:r w:rsidR="00CA5981" w:rsidRPr="00B90BA1">
        <w:rPr>
          <w:sz w:val="28"/>
          <w:szCs w:val="28"/>
        </w:rPr>
        <w:t xml:space="preserve">) приложение </w:t>
      </w:r>
      <w:r w:rsidR="00506373">
        <w:rPr>
          <w:sz w:val="28"/>
          <w:szCs w:val="28"/>
        </w:rPr>
        <w:t>4</w:t>
      </w:r>
      <w:r w:rsidR="00CA5981" w:rsidRPr="00B90BA1">
        <w:rPr>
          <w:sz w:val="28"/>
          <w:szCs w:val="28"/>
        </w:rPr>
        <w:t xml:space="preserve"> изложить в редакции приложения 5 к настоящему решению;</w:t>
      </w:r>
    </w:p>
    <w:p w14:paraId="748CE345" w14:textId="2C37E1BA" w:rsidR="008E4535" w:rsidRPr="00B90BA1" w:rsidRDefault="00B90BA1" w:rsidP="008E4535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B90BA1">
        <w:rPr>
          <w:sz w:val="28"/>
          <w:szCs w:val="28"/>
        </w:rPr>
        <w:t>9</w:t>
      </w:r>
      <w:r w:rsidR="008E4535" w:rsidRPr="00B90BA1">
        <w:rPr>
          <w:sz w:val="28"/>
          <w:szCs w:val="28"/>
        </w:rPr>
        <w:t xml:space="preserve">) приложение </w:t>
      </w:r>
      <w:r w:rsidR="00506373">
        <w:rPr>
          <w:sz w:val="28"/>
          <w:szCs w:val="28"/>
        </w:rPr>
        <w:t>5</w:t>
      </w:r>
      <w:r w:rsidR="008E4535" w:rsidRPr="00B90BA1">
        <w:rPr>
          <w:sz w:val="28"/>
          <w:szCs w:val="28"/>
        </w:rPr>
        <w:t xml:space="preserve"> изложить в редакции приложения </w:t>
      </w:r>
      <w:r w:rsidR="00CA5981" w:rsidRPr="00B90BA1">
        <w:rPr>
          <w:sz w:val="28"/>
          <w:szCs w:val="28"/>
        </w:rPr>
        <w:t>6</w:t>
      </w:r>
      <w:r w:rsidR="008E4535" w:rsidRPr="00B90BA1">
        <w:rPr>
          <w:sz w:val="28"/>
          <w:szCs w:val="28"/>
        </w:rPr>
        <w:t xml:space="preserve"> к настоящему решению;</w:t>
      </w:r>
    </w:p>
    <w:p w14:paraId="750B2AD4" w14:textId="29A2E609" w:rsidR="00CA5981" w:rsidRPr="00B90BA1" w:rsidRDefault="00CA5981" w:rsidP="00CA5981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B90BA1">
        <w:rPr>
          <w:sz w:val="28"/>
          <w:szCs w:val="28"/>
        </w:rPr>
        <w:t>1</w:t>
      </w:r>
      <w:r w:rsidR="00B90BA1" w:rsidRPr="00B90BA1">
        <w:rPr>
          <w:sz w:val="28"/>
          <w:szCs w:val="28"/>
        </w:rPr>
        <w:t>0</w:t>
      </w:r>
      <w:r w:rsidRPr="00B90BA1">
        <w:rPr>
          <w:sz w:val="28"/>
          <w:szCs w:val="28"/>
        </w:rPr>
        <w:t xml:space="preserve">) приложение </w:t>
      </w:r>
      <w:r w:rsidR="00506373">
        <w:rPr>
          <w:sz w:val="28"/>
          <w:szCs w:val="28"/>
        </w:rPr>
        <w:t>6</w:t>
      </w:r>
      <w:r w:rsidRPr="00B90BA1">
        <w:rPr>
          <w:sz w:val="28"/>
          <w:szCs w:val="28"/>
        </w:rPr>
        <w:t xml:space="preserve"> </w:t>
      </w:r>
      <w:r w:rsidR="007C4168">
        <w:rPr>
          <w:sz w:val="28"/>
          <w:szCs w:val="28"/>
        </w:rPr>
        <w:t>изложить в редакции приложения 8</w:t>
      </w:r>
      <w:r w:rsidRPr="00B90BA1">
        <w:rPr>
          <w:sz w:val="28"/>
          <w:szCs w:val="28"/>
        </w:rPr>
        <w:t xml:space="preserve"> к настоящему решению;</w:t>
      </w:r>
    </w:p>
    <w:p w14:paraId="749EAAD3" w14:textId="5E6BC10E" w:rsidR="005A1A30" w:rsidRPr="00833D56" w:rsidRDefault="00952DD1" w:rsidP="00A9784A">
      <w:pPr>
        <w:pStyle w:val="31"/>
        <w:spacing w:line="360" w:lineRule="auto"/>
        <w:ind w:firstLine="851"/>
        <w:jc w:val="both"/>
        <w:rPr>
          <w:sz w:val="28"/>
          <w:szCs w:val="28"/>
        </w:rPr>
      </w:pPr>
      <w:r w:rsidRPr="00952DD1">
        <w:rPr>
          <w:sz w:val="28"/>
          <w:szCs w:val="28"/>
        </w:rPr>
        <w:lastRenderedPageBreak/>
        <w:t>2. Настоящее решение вступает в силу со дня его официального опубликования.</w:t>
      </w:r>
    </w:p>
    <w:tbl>
      <w:tblPr>
        <w:tblStyle w:val="af5"/>
        <w:tblW w:w="1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833D56" w:rsidRPr="00833D56" w14:paraId="160C95D4" w14:textId="6DD5943F" w:rsidTr="005A1A30">
        <w:trPr>
          <w:trHeight w:val="421"/>
        </w:trPr>
        <w:tc>
          <w:tcPr>
            <w:tcW w:w="4796" w:type="dxa"/>
          </w:tcPr>
          <w:p w14:paraId="055ADBDC" w14:textId="77777777" w:rsidR="005A1A30" w:rsidRDefault="005A1A30">
            <w:pPr>
              <w:pStyle w:val="31"/>
              <w:spacing w:line="360" w:lineRule="auto"/>
              <w:rPr>
                <w:sz w:val="28"/>
                <w:szCs w:val="28"/>
              </w:rPr>
            </w:pPr>
          </w:p>
          <w:p w14:paraId="6BCDED37" w14:textId="33D4CA1F" w:rsidR="006E091F" w:rsidRPr="00833D56" w:rsidRDefault="006E091F">
            <w:pPr>
              <w:pStyle w:val="31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</w:tcPr>
          <w:p w14:paraId="561245CC" w14:textId="757FA7B3" w:rsidR="005A1A30" w:rsidRPr="00833D56" w:rsidRDefault="005A1A30">
            <w:pPr>
              <w:pStyle w:val="31"/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797" w:type="dxa"/>
          </w:tcPr>
          <w:p w14:paraId="35A53923" w14:textId="131FF39E" w:rsidR="005A1A30" w:rsidRPr="00833D56" w:rsidRDefault="005A1A30">
            <w:pPr>
              <w:pStyle w:val="31"/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14:paraId="7BDC9D02" w14:textId="766D86DF" w:rsidR="007F5179" w:rsidRPr="009B0590" w:rsidRDefault="005F077B" w:rsidP="005A1A30">
      <w:pPr>
        <w:pStyle w:val="31"/>
        <w:spacing w:line="360" w:lineRule="auto"/>
        <w:rPr>
          <w:sz w:val="28"/>
          <w:szCs w:val="28"/>
        </w:rPr>
      </w:pPr>
      <w:bookmarkStart w:id="1" w:name="_GoBack"/>
      <w:r w:rsidRPr="009B0590">
        <w:rPr>
          <w:sz w:val="28"/>
          <w:szCs w:val="28"/>
        </w:rPr>
        <w:t>И.о. г</w:t>
      </w:r>
      <w:r w:rsidR="005A1A30" w:rsidRPr="009B0590">
        <w:rPr>
          <w:sz w:val="28"/>
          <w:szCs w:val="28"/>
        </w:rPr>
        <w:t>лав</w:t>
      </w:r>
      <w:r w:rsidRPr="009B0590">
        <w:rPr>
          <w:sz w:val="28"/>
          <w:szCs w:val="28"/>
        </w:rPr>
        <w:t>ы</w:t>
      </w:r>
      <w:r w:rsidR="005A1A30" w:rsidRPr="009B0590">
        <w:rPr>
          <w:sz w:val="28"/>
          <w:szCs w:val="28"/>
        </w:rPr>
        <w:t xml:space="preserve"> городского округа                </w:t>
      </w:r>
      <w:r w:rsidR="00C61B0D" w:rsidRPr="009B0590">
        <w:rPr>
          <w:sz w:val="28"/>
          <w:szCs w:val="28"/>
        </w:rPr>
        <w:t xml:space="preserve">                </w:t>
      </w:r>
      <w:r w:rsidR="005A1A30" w:rsidRPr="009B0590">
        <w:rPr>
          <w:sz w:val="28"/>
          <w:szCs w:val="28"/>
        </w:rPr>
        <w:t xml:space="preserve">    </w:t>
      </w:r>
      <w:r w:rsidR="00C9399A" w:rsidRPr="009B0590">
        <w:rPr>
          <w:sz w:val="28"/>
          <w:szCs w:val="28"/>
        </w:rPr>
        <w:t xml:space="preserve">             </w:t>
      </w:r>
      <w:r w:rsidR="005A1A30" w:rsidRPr="009B0590">
        <w:rPr>
          <w:sz w:val="28"/>
          <w:szCs w:val="28"/>
        </w:rPr>
        <w:t xml:space="preserve">  </w:t>
      </w:r>
      <w:r w:rsidR="00492F7F" w:rsidRPr="009B0590">
        <w:rPr>
          <w:sz w:val="28"/>
          <w:szCs w:val="28"/>
        </w:rPr>
        <w:t xml:space="preserve">         </w:t>
      </w:r>
      <w:r w:rsidR="00C9399A" w:rsidRPr="009B0590">
        <w:rPr>
          <w:sz w:val="28"/>
          <w:szCs w:val="28"/>
        </w:rPr>
        <w:t>В.И. Штефан</w:t>
      </w:r>
    </w:p>
    <w:bookmarkEnd w:id="1"/>
    <w:p w14:paraId="0BD6D4A4" w14:textId="77777777" w:rsidR="004C52D8" w:rsidRPr="00833D56" w:rsidRDefault="004C52D8" w:rsidP="005A1A30">
      <w:pPr>
        <w:pStyle w:val="31"/>
        <w:spacing w:line="360" w:lineRule="auto"/>
        <w:rPr>
          <w:sz w:val="28"/>
          <w:szCs w:val="28"/>
        </w:rPr>
      </w:pPr>
    </w:p>
    <w:sectPr w:rsidR="004C52D8" w:rsidRPr="00833D56" w:rsidSect="005A1A30">
      <w:headerReference w:type="even" r:id="rId9"/>
      <w:headerReference w:type="default" r:id="rId10"/>
      <w:pgSz w:w="11907" w:h="16840" w:code="9"/>
      <w:pgMar w:top="357" w:right="851" w:bottom="964" w:left="1701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DA909" w14:textId="77777777" w:rsidR="0050412F" w:rsidRDefault="0050412F">
      <w:r>
        <w:separator/>
      </w:r>
    </w:p>
  </w:endnote>
  <w:endnote w:type="continuationSeparator" w:id="0">
    <w:p w14:paraId="494C4E77" w14:textId="77777777" w:rsidR="0050412F" w:rsidRDefault="0050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64477" w14:textId="77777777" w:rsidR="0050412F" w:rsidRDefault="0050412F">
      <w:r>
        <w:separator/>
      </w:r>
    </w:p>
  </w:footnote>
  <w:footnote w:type="continuationSeparator" w:id="0">
    <w:p w14:paraId="29052F76" w14:textId="77777777" w:rsidR="0050412F" w:rsidRDefault="00504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EF6F4" w14:textId="77777777" w:rsidR="00191C96" w:rsidRDefault="00191C96" w:rsidP="00EE2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49C6C" w14:textId="77777777" w:rsidR="00191C96" w:rsidRDefault="00191C9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28CBD" w14:textId="3D300486" w:rsidR="00191C96" w:rsidRPr="000A0199" w:rsidRDefault="00191C96">
    <w:pPr>
      <w:pStyle w:val="a3"/>
      <w:jc w:val="center"/>
      <w:rPr>
        <w:sz w:val="28"/>
        <w:szCs w:val="28"/>
      </w:rPr>
    </w:pPr>
    <w:r w:rsidRPr="000A0199">
      <w:rPr>
        <w:sz w:val="28"/>
        <w:szCs w:val="28"/>
      </w:rPr>
      <w:fldChar w:fldCharType="begin"/>
    </w:r>
    <w:r w:rsidRPr="000A0199">
      <w:rPr>
        <w:sz w:val="28"/>
        <w:szCs w:val="28"/>
      </w:rPr>
      <w:instrText xml:space="preserve"> PAGE   \* MERGEFORMAT </w:instrText>
    </w:r>
    <w:r w:rsidRPr="000A0199">
      <w:rPr>
        <w:sz w:val="28"/>
        <w:szCs w:val="28"/>
      </w:rPr>
      <w:fldChar w:fldCharType="separate"/>
    </w:r>
    <w:r w:rsidR="009B0590">
      <w:rPr>
        <w:noProof/>
        <w:sz w:val="28"/>
        <w:szCs w:val="28"/>
      </w:rPr>
      <w:t>4</w:t>
    </w:r>
    <w:r w:rsidRPr="000A0199">
      <w:rPr>
        <w:sz w:val="28"/>
        <w:szCs w:val="28"/>
      </w:rPr>
      <w:fldChar w:fldCharType="end"/>
    </w:r>
  </w:p>
  <w:p w14:paraId="6CDE06C6" w14:textId="77777777" w:rsidR="00191C96" w:rsidRDefault="00191C96">
    <w:pPr>
      <w:pStyle w:val="a3"/>
    </w:pPr>
  </w:p>
  <w:p w14:paraId="1CB6CB26" w14:textId="77777777" w:rsidR="00191C96" w:rsidRDefault="00191C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3A05"/>
    <w:multiLevelType w:val="singleLevel"/>
    <w:tmpl w:val="197885E8"/>
    <w:lvl w:ilvl="0">
      <w:numFmt w:val="bullet"/>
      <w:lvlText w:val="-"/>
      <w:lvlJc w:val="left"/>
      <w:pPr>
        <w:tabs>
          <w:tab w:val="num" w:pos="2250"/>
        </w:tabs>
        <w:ind w:left="2250" w:hanging="360"/>
      </w:pPr>
      <w:rPr>
        <w:rFonts w:hint="default"/>
      </w:rPr>
    </w:lvl>
  </w:abstractNum>
  <w:abstractNum w:abstractNumId="1" w15:restartNumberingAfterBreak="0">
    <w:nsid w:val="0ACA07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E23019E"/>
    <w:multiLevelType w:val="hybridMultilevel"/>
    <w:tmpl w:val="613473DC"/>
    <w:lvl w:ilvl="0" w:tplc="F42015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520E70"/>
    <w:multiLevelType w:val="singleLevel"/>
    <w:tmpl w:val="FF2C02B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4" w15:restartNumberingAfterBreak="0">
    <w:nsid w:val="162E13A9"/>
    <w:multiLevelType w:val="singleLevel"/>
    <w:tmpl w:val="C9E021B6"/>
    <w:lvl w:ilvl="0">
      <w:numFmt w:val="bullet"/>
      <w:lvlText w:val=""/>
      <w:lvlJc w:val="left"/>
      <w:pPr>
        <w:tabs>
          <w:tab w:val="num" w:pos="3645"/>
        </w:tabs>
        <w:ind w:left="3645" w:hanging="3645"/>
      </w:pPr>
      <w:rPr>
        <w:rFonts w:ascii="Symbol" w:hAnsi="Symbol" w:hint="default"/>
      </w:rPr>
    </w:lvl>
  </w:abstractNum>
  <w:abstractNum w:abstractNumId="5" w15:restartNumberingAfterBreak="0">
    <w:nsid w:val="35890AD2"/>
    <w:multiLevelType w:val="hybridMultilevel"/>
    <w:tmpl w:val="5358A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0F36D1"/>
    <w:multiLevelType w:val="hybridMultilevel"/>
    <w:tmpl w:val="7BA4A88E"/>
    <w:lvl w:ilvl="0" w:tplc="B04AA58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46835151"/>
    <w:multiLevelType w:val="hybridMultilevel"/>
    <w:tmpl w:val="533C8EEC"/>
    <w:lvl w:ilvl="0" w:tplc="0C60FC0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8ED6D5B"/>
    <w:multiLevelType w:val="hybridMultilevel"/>
    <w:tmpl w:val="01067FCA"/>
    <w:lvl w:ilvl="0" w:tplc="2E861A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15394C"/>
    <w:multiLevelType w:val="hybridMultilevel"/>
    <w:tmpl w:val="95B6D392"/>
    <w:lvl w:ilvl="0" w:tplc="E92CC538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7C135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683345F8"/>
    <w:multiLevelType w:val="singleLevel"/>
    <w:tmpl w:val="4A7E2B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8B12B38"/>
    <w:multiLevelType w:val="singleLevel"/>
    <w:tmpl w:val="4A7E2B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12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FBE"/>
    <w:rsid w:val="000003EC"/>
    <w:rsid w:val="000006A7"/>
    <w:rsid w:val="000009F0"/>
    <w:rsid w:val="00000C07"/>
    <w:rsid w:val="00000E91"/>
    <w:rsid w:val="00002508"/>
    <w:rsid w:val="000028BE"/>
    <w:rsid w:val="00003DDC"/>
    <w:rsid w:val="00015796"/>
    <w:rsid w:val="00016EF2"/>
    <w:rsid w:val="000235AD"/>
    <w:rsid w:val="000236BB"/>
    <w:rsid w:val="00024F06"/>
    <w:rsid w:val="00025BB0"/>
    <w:rsid w:val="00030151"/>
    <w:rsid w:val="000338D3"/>
    <w:rsid w:val="00034EA2"/>
    <w:rsid w:val="000402BB"/>
    <w:rsid w:val="000424DC"/>
    <w:rsid w:val="00046D2F"/>
    <w:rsid w:val="00052862"/>
    <w:rsid w:val="000554D1"/>
    <w:rsid w:val="00060A80"/>
    <w:rsid w:val="00062D15"/>
    <w:rsid w:val="00064930"/>
    <w:rsid w:val="0006510B"/>
    <w:rsid w:val="00065994"/>
    <w:rsid w:val="00065BE7"/>
    <w:rsid w:val="00066A04"/>
    <w:rsid w:val="000671CB"/>
    <w:rsid w:val="00071F24"/>
    <w:rsid w:val="00072484"/>
    <w:rsid w:val="00075CC7"/>
    <w:rsid w:val="00080D88"/>
    <w:rsid w:val="0008181B"/>
    <w:rsid w:val="00084454"/>
    <w:rsid w:val="00087D43"/>
    <w:rsid w:val="000927CC"/>
    <w:rsid w:val="00094A13"/>
    <w:rsid w:val="00094EEB"/>
    <w:rsid w:val="000965B6"/>
    <w:rsid w:val="000970AA"/>
    <w:rsid w:val="000A0199"/>
    <w:rsid w:val="000A5FB6"/>
    <w:rsid w:val="000A7199"/>
    <w:rsid w:val="000B401D"/>
    <w:rsid w:val="000B4DA2"/>
    <w:rsid w:val="000B565C"/>
    <w:rsid w:val="000C3730"/>
    <w:rsid w:val="000C41E3"/>
    <w:rsid w:val="000C4B68"/>
    <w:rsid w:val="000C67B0"/>
    <w:rsid w:val="000C7B3C"/>
    <w:rsid w:val="000D1978"/>
    <w:rsid w:val="000D6536"/>
    <w:rsid w:val="000D678B"/>
    <w:rsid w:val="000E29A6"/>
    <w:rsid w:val="000F16B9"/>
    <w:rsid w:val="000F16C8"/>
    <w:rsid w:val="000F1A80"/>
    <w:rsid w:val="000F2C56"/>
    <w:rsid w:val="000F52CE"/>
    <w:rsid w:val="000F7BA2"/>
    <w:rsid w:val="00100C1D"/>
    <w:rsid w:val="0010267A"/>
    <w:rsid w:val="00104902"/>
    <w:rsid w:val="00111792"/>
    <w:rsid w:val="00111CD5"/>
    <w:rsid w:val="001126FB"/>
    <w:rsid w:val="00120BF2"/>
    <w:rsid w:val="00121393"/>
    <w:rsid w:val="00122ECD"/>
    <w:rsid w:val="00123BB6"/>
    <w:rsid w:val="00124545"/>
    <w:rsid w:val="00125663"/>
    <w:rsid w:val="0013094D"/>
    <w:rsid w:val="00130CD8"/>
    <w:rsid w:val="00131A10"/>
    <w:rsid w:val="001345B4"/>
    <w:rsid w:val="00135501"/>
    <w:rsid w:val="00137CFC"/>
    <w:rsid w:val="0014274A"/>
    <w:rsid w:val="001459A6"/>
    <w:rsid w:val="001541F5"/>
    <w:rsid w:val="00154A45"/>
    <w:rsid w:val="001555F4"/>
    <w:rsid w:val="00164389"/>
    <w:rsid w:val="00170A0E"/>
    <w:rsid w:val="00171BC2"/>
    <w:rsid w:val="00174F6C"/>
    <w:rsid w:val="00176B10"/>
    <w:rsid w:val="00177228"/>
    <w:rsid w:val="00183FCE"/>
    <w:rsid w:val="001847FB"/>
    <w:rsid w:val="00185A97"/>
    <w:rsid w:val="00186E95"/>
    <w:rsid w:val="00191C96"/>
    <w:rsid w:val="00195E88"/>
    <w:rsid w:val="001A0D28"/>
    <w:rsid w:val="001A14AE"/>
    <w:rsid w:val="001A24E6"/>
    <w:rsid w:val="001A2C91"/>
    <w:rsid w:val="001A32A9"/>
    <w:rsid w:val="001B27C9"/>
    <w:rsid w:val="001B294E"/>
    <w:rsid w:val="001B4BAD"/>
    <w:rsid w:val="001B4F6A"/>
    <w:rsid w:val="001B5FC3"/>
    <w:rsid w:val="001C13E3"/>
    <w:rsid w:val="001C32FF"/>
    <w:rsid w:val="001D3FAC"/>
    <w:rsid w:val="001D5920"/>
    <w:rsid w:val="001E09E5"/>
    <w:rsid w:val="001E12C0"/>
    <w:rsid w:val="001E2652"/>
    <w:rsid w:val="001E305C"/>
    <w:rsid w:val="001E3194"/>
    <w:rsid w:val="001E574A"/>
    <w:rsid w:val="001E6145"/>
    <w:rsid w:val="001E6BCC"/>
    <w:rsid w:val="001F0645"/>
    <w:rsid w:val="001F6C4D"/>
    <w:rsid w:val="001F7E8C"/>
    <w:rsid w:val="00202AFC"/>
    <w:rsid w:val="00204B87"/>
    <w:rsid w:val="00211739"/>
    <w:rsid w:val="00211BE0"/>
    <w:rsid w:val="00213902"/>
    <w:rsid w:val="002155FC"/>
    <w:rsid w:val="00215809"/>
    <w:rsid w:val="00217C46"/>
    <w:rsid w:val="002203A5"/>
    <w:rsid w:val="00224597"/>
    <w:rsid w:val="002265DD"/>
    <w:rsid w:val="00232C6C"/>
    <w:rsid w:val="00234DB8"/>
    <w:rsid w:val="00236275"/>
    <w:rsid w:val="00237F6A"/>
    <w:rsid w:val="00242FF6"/>
    <w:rsid w:val="002432EC"/>
    <w:rsid w:val="00251387"/>
    <w:rsid w:val="002561CD"/>
    <w:rsid w:val="002628F4"/>
    <w:rsid w:val="00263D3B"/>
    <w:rsid w:val="00264325"/>
    <w:rsid w:val="00270A15"/>
    <w:rsid w:val="002726CF"/>
    <w:rsid w:val="00273565"/>
    <w:rsid w:val="00273B33"/>
    <w:rsid w:val="00280E8E"/>
    <w:rsid w:val="00281734"/>
    <w:rsid w:val="00282971"/>
    <w:rsid w:val="00283DCB"/>
    <w:rsid w:val="002859CF"/>
    <w:rsid w:val="002A00B4"/>
    <w:rsid w:val="002A7663"/>
    <w:rsid w:val="002B10E2"/>
    <w:rsid w:val="002B55A5"/>
    <w:rsid w:val="002B5840"/>
    <w:rsid w:val="002D3C17"/>
    <w:rsid w:val="002D5671"/>
    <w:rsid w:val="002E7029"/>
    <w:rsid w:val="002F48FA"/>
    <w:rsid w:val="00303077"/>
    <w:rsid w:val="00306A8B"/>
    <w:rsid w:val="0031356F"/>
    <w:rsid w:val="00313743"/>
    <w:rsid w:val="00313DFB"/>
    <w:rsid w:val="00314EE9"/>
    <w:rsid w:val="00315E49"/>
    <w:rsid w:val="00316A0D"/>
    <w:rsid w:val="00317C2E"/>
    <w:rsid w:val="003221FB"/>
    <w:rsid w:val="003226E0"/>
    <w:rsid w:val="00324E1B"/>
    <w:rsid w:val="00324E91"/>
    <w:rsid w:val="00325745"/>
    <w:rsid w:val="003273EC"/>
    <w:rsid w:val="0033001C"/>
    <w:rsid w:val="00330952"/>
    <w:rsid w:val="00335765"/>
    <w:rsid w:val="0033618A"/>
    <w:rsid w:val="00343DD0"/>
    <w:rsid w:val="003450C3"/>
    <w:rsid w:val="00352CD4"/>
    <w:rsid w:val="003569B3"/>
    <w:rsid w:val="00360E21"/>
    <w:rsid w:val="00364B1E"/>
    <w:rsid w:val="00366E58"/>
    <w:rsid w:val="003675F4"/>
    <w:rsid w:val="003753CA"/>
    <w:rsid w:val="00377E32"/>
    <w:rsid w:val="0038344D"/>
    <w:rsid w:val="00384676"/>
    <w:rsid w:val="00384C2C"/>
    <w:rsid w:val="00385367"/>
    <w:rsid w:val="00386407"/>
    <w:rsid w:val="0039177C"/>
    <w:rsid w:val="0039181D"/>
    <w:rsid w:val="00394CF9"/>
    <w:rsid w:val="00396024"/>
    <w:rsid w:val="00396773"/>
    <w:rsid w:val="003976F8"/>
    <w:rsid w:val="003A4D4F"/>
    <w:rsid w:val="003A567F"/>
    <w:rsid w:val="003A7B37"/>
    <w:rsid w:val="003B01FD"/>
    <w:rsid w:val="003B14A1"/>
    <w:rsid w:val="003B19CD"/>
    <w:rsid w:val="003B1C18"/>
    <w:rsid w:val="003B1E69"/>
    <w:rsid w:val="003B4302"/>
    <w:rsid w:val="003C1CDF"/>
    <w:rsid w:val="003C1F95"/>
    <w:rsid w:val="003D245C"/>
    <w:rsid w:val="003D521C"/>
    <w:rsid w:val="003D7893"/>
    <w:rsid w:val="003E10B0"/>
    <w:rsid w:val="003E45A9"/>
    <w:rsid w:val="003E775C"/>
    <w:rsid w:val="003F1B60"/>
    <w:rsid w:val="004005F6"/>
    <w:rsid w:val="0040087A"/>
    <w:rsid w:val="004009BE"/>
    <w:rsid w:val="004018A0"/>
    <w:rsid w:val="00402904"/>
    <w:rsid w:val="00403341"/>
    <w:rsid w:val="00404714"/>
    <w:rsid w:val="00404DF4"/>
    <w:rsid w:val="0040740C"/>
    <w:rsid w:val="00410C86"/>
    <w:rsid w:val="004113BC"/>
    <w:rsid w:val="004151AD"/>
    <w:rsid w:val="00420FCE"/>
    <w:rsid w:val="00430864"/>
    <w:rsid w:val="0043761F"/>
    <w:rsid w:val="004376D7"/>
    <w:rsid w:val="00440042"/>
    <w:rsid w:val="0044027B"/>
    <w:rsid w:val="00440B3C"/>
    <w:rsid w:val="0044127B"/>
    <w:rsid w:val="00443CFD"/>
    <w:rsid w:val="00445A66"/>
    <w:rsid w:val="00446444"/>
    <w:rsid w:val="004522F7"/>
    <w:rsid w:val="004539D0"/>
    <w:rsid w:val="00454681"/>
    <w:rsid w:val="004550BA"/>
    <w:rsid w:val="00455D2D"/>
    <w:rsid w:val="004631E8"/>
    <w:rsid w:val="004663A0"/>
    <w:rsid w:val="00471F75"/>
    <w:rsid w:val="004726BE"/>
    <w:rsid w:val="004775B7"/>
    <w:rsid w:val="004835CC"/>
    <w:rsid w:val="004860AD"/>
    <w:rsid w:val="004902DD"/>
    <w:rsid w:val="00492F7F"/>
    <w:rsid w:val="004A0CFC"/>
    <w:rsid w:val="004A2261"/>
    <w:rsid w:val="004A2FD5"/>
    <w:rsid w:val="004A44DD"/>
    <w:rsid w:val="004A55F6"/>
    <w:rsid w:val="004A70CD"/>
    <w:rsid w:val="004B3EC2"/>
    <w:rsid w:val="004C33F5"/>
    <w:rsid w:val="004C52D8"/>
    <w:rsid w:val="004D4252"/>
    <w:rsid w:val="004D489A"/>
    <w:rsid w:val="004D4C06"/>
    <w:rsid w:val="004D4CBD"/>
    <w:rsid w:val="004D5FB1"/>
    <w:rsid w:val="004E32E7"/>
    <w:rsid w:val="004E4E32"/>
    <w:rsid w:val="004E6F14"/>
    <w:rsid w:val="004E7697"/>
    <w:rsid w:val="004F14F7"/>
    <w:rsid w:val="004F3DF4"/>
    <w:rsid w:val="004F798E"/>
    <w:rsid w:val="00500437"/>
    <w:rsid w:val="00503C30"/>
    <w:rsid w:val="0050412F"/>
    <w:rsid w:val="00505428"/>
    <w:rsid w:val="005056D0"/>
    <w:rsid w:val="00506373"/>
    <w:rsid w:val="00506505"/>
    <w:rsid w:val="0051282A"/>
    <w:rsid w:val="00512D4E"/>
    <w:rsid w:val="00514178"/>
    <w:rsid w:val="00516A04"/>
    <w:rsid w:val="00517785"/>
    <w:rsid w:val="00520F47"/>
    <w:rsid w:val="00522F84"/>
    <w:rsid w:val="0052325A"/>
    <w:rsid w:val="005233C6"/>
    <w:rsid w:val="00524406"/>
    <w:rsid w:val="0053116C"/>
    <w:rsid w:val="005318FE"/>
    <w:rsid w:val="00533838"/>
    <w:rsid w:val="00534D24"/>
    <w:rsid w:val="005379E2"/>
    <w:rsid w:val="00550D15"/>
    <w:rsid w:val="00551C20"/>
    <w:rsid w:val="0055323E"/>
    <w:rsid w:val="00556828"/>
    <w:rsid w:val="005612F4"/>
    <w:rsid w:val="00562C2B"/>
    <w:rsid w:val="005636B7"/>
    <w:rsid w:val="00564735"/>
    <w:rsid w:val="00567038"/>
    <w:rsid w:val="00583794"/>
    <w:rsid w:val="00584AD3"/>
    <w:rsid w:val="00584C43"/>
    <w:rsid w:val="00591448"/>
    <w:rsid w:val="00591AFF"/>
    <w:rsid w:val="00591F73"/>
    <w:rsid w:val="0059543B"/>
    <w:rsid w:val="00596047"/>
    <w:rsid w:val="005A1A30"/>
    <w:rsid w:val="005A206C"/>
    <w:rsid w:val="005A31E7"/>
    <w:rsid w:val="005B001A"/>
    <w:rsid w:val="005B1CE4"/>
    <w:rsid w:val="005B2621"/>
    <w:rsid w:val="005B423F"/>
    <w:rsid w:val="005C17A2"/>
    <w:rsid w:val="005C17CD"/>
    <w:rsid w:val="005C4A02"/>
    <w:rsid w:val="005D0509"/>
    <w:rsid w:val="005D14B9"/>
    <w:rsid w:val="005D4073"/>
    <w:rsid w:val="005D4814"/>
    <w:rsid w:val="005D6E4C"/>
    <w:rsid w:val="005D6FDE"/>
    <w:rsid w:val="005E069C"/>
    <w:rsid w:val="005E3C04"/>
    <w:rsid w:val="005E408B"/>
    <w:rsid w:val="005E5B20"/>
    <w:rsid w:val="005E7910"/>
    <w:rsid w:val="005F077B"/>
    <w:rsid w:val="005F19D3"/>
    <w:rsid w:val="005F2DAA"/>
    <w:rsid w:val="005F2DF3"/>
    <w:rsid w:val="005F3ECC"/>
    <w:rsid w:val="005F6D98"/>
    <w:rsid w:val="00601C26"/>
    <w:rsid w:val="006064E1"/>
    <w:rsid w:val="006109C3"/>
    <w:rsid w:val="006133ED"/>
    <w:rsid w:val="00614468"/>
    <w:rsid w:val="00617565"/>
    <w:rsid w:val="006256A4"/>
    <w:rsid w:val="00625CC5"/>
    <w:rsid w:val="006314A7"/>
    <w:rsid w:val="006315B3"/>
    <w:rsid w:val="00632743"/>
    <w:rsid w:val="00633BF8"/>
    <w:rsid w:val="006361F9"/>
    <w:rsid w:val="006379AC"/>
    <w:rsid w:val="00640F91"/>
    <w:rsid w:val="0064179F"/>
    <w:rsid w:val="00643010"/>
    <w:rsid w:val="00643CFB"/>
    <w:rsid w:val="00650720"/>
    <w:rsid w:val="00650B34"/>
    <w:rsid w:val="0065437F"/>
    <w:rsid w:val="00660B27"/>
    <w:rsid w:val="0066281E"/>
    <w:rsid w:val="00662D63"/>
    <w:rsid w:val="00665A25"/>
    <w:rsid w:val="00666CD2"/>
    <w:rsid w:val="0067302C"/>
    <w:rsid w:val="00673A01"/>
    <w:rsid w:val="00675704"/>
    <w:rsid w:val="00685EB9"/>
    <w:rsid w:val="00685EC6"/>
    <w:rsid w:val="00686AB0"/>
    <w:rsid w:val="00693683"/>
    <w:rsid w:val="00693A77"/>
    <w:rsid w:val="0069483F"/>
    <w:rsid w:val="00695AB8"/>
    <w:rsid w:val="00695DAD"/>
    <w:rsid w:val="006A0ED7"/>
    <w:rsid w:val="006A3D21"/>
    <w:rsid w:val="006A56DF"/>
    <w:rsid w:val="006A790F"/>
    <w:rsid w:val="006A7E37"/>
    <w:rsid w:val="006C1295"/>
    <w:rsid w:val="006C2EDF"/>
    <w:rsid w:val="006C30B5"/>
    <w:rsid w:val="006C36A9"/>
    <w:rsid w:val="006C7C49"/>
    <w:rsid w:val="006D1A0D"/>
    <w:rsid w:val="006D2299"/>
    <w:rsid w:val="006D7479"/>
    <w:rsid w:val="006E091F"/>
    <w:rsid w:val="006E23E9"/>
    <w:rsid w:val="006E50A8"/>
    <w:rsid w:val="006E6B30"/>
    <w:rsid w:val="006E7180"/>
    <w:rsid w:val="006F3260"/>
    <w:rsid w:val="006F39C7"/>
    <w:rsid w:val="006F3C49"/>
    <w:rsid w:val="006F41F7"/>
    <w:rsid w:val="00707221"/>
    <w:rsid w:val="007072CC"/>
    <w:rsid w:val="0071204E"/>
    <w:rsid w:val="0071333D"/>
    <w:rsid w:val="007137E4"/>
    <w:rsid w:val="00721B2A"/>
    <w:rsid w:val="00722637"/>
    <w:rsid w:val="00722764"/>
    <w:rsid w:val="007260DD"/>
    <w:rsid w:val="0072633B"/>
    <w:rsid w:val="00726547"/>
    <w:rsid w:val="00727DDA"/>
    <w:rsid w:val="0073383F"/>
    <w:rsid w:val="007348D2"/>
    <w:rsid w:val="0074369B"/>
    <w:rsid w:val="00744D1D"/>
    <w:rsid w:val="00750FA7"/>
    <w:rsid w:val="00752758"/>
    <w:rsid w:val="0075707E"/>
    <w:rsid w:val="007574E2"/>
    <w:rsid w:val="00762437"/>
    <w:rsid w:val="00763852"/>
    <w:rsid w:val="00764665"/>
    <w:rsid w:val="00764777"/>
    <w:rsid w:val="007669EC"/>
    <w:rsid w:val="0077454A"/>
    <w:rsid w:val="007755A8"/>
    <w:rsid w:val="00783850"/>
    <w:rsid w:val="007858E4"/>
    <w:rsid w:val="00787E13"/>
    <w:rsid w:val="00794797"/>
    <w:rsid w:val="007961D9"/>
    <w:rsid w:val="007A2297"/>
    <w:rsid w:val="007B2957"/>
    <w:rsid w:val="007B4990"/>
    <w:rsid w:val="007B4E0D"/>
    <w:rsid w:val="007C0856"/>
    <w:rsid w:val="007C3DB7"/>
    <w:rsid w:val="007C4168"/>
    <w:rsid w:val="007C474E"/>
    <w:rsid w:val="007D2041"/>
    <w:rsid w:val="007D28B0"/>
    <w:rsid w:val="007D28BE"/>
    <w:rsid w:val="007D489D"/>
    <w:rsid w:val="007D6DFA"/>
    <w:rsid w:val="007E19A0"/>
    <w:rsid w:val="007E2B93"/>
    <w:rsid w:val="007F0630"/>
    <w:rsid w:val="007F3B15"/>
    <w:rsid w:val="007F4D21"/>
    <w:rsid w:val="007F5179"/>
    <w:rsid w:val="007F5AA6"/>
    <w:rsid w:val="007F6293"/>
    <w:rsid w:val="007F6436"/>
    <w:rsid w:val="007F7414"/>
    <w:rsid w:val="0080379B"/>
    <w:rsid w:val="00803BF7"/>
    <w:rsid w:val="00803D77"/>
    <w:rsid w:val="00803EB6"/>
    <w:rsid w:val="008101B0"/>
    <w:rsid w:val="00811B67"/>
    <w:rsid w:val="00812566"/>
    <w:rsid w:val="008151A8"/>
    <w:rsid w:val="0082076C"/>
    <w:rsid w:val="0082226A"/>
    <w:rsid w:val="00825EF6"/>
    <w:rsid w:val="00832C87"/>
    <w:rsid w:val="0083394A"/>
    <w:rsid w:val="00833D56"/>
    <w:rsid w:val="00842059"/>
    <w:rsid w:val="00842AA9"/>
    <w:rsid w:val="0084346F"/>
    <w:rsid w:val="00846573"/>
    <w:rsid w:val="0085203F"/>
    <w:rsid w:val="00860603"/>
    <w:rsid w:val="00862E8B"/>
    <w:rsid w:val="008630C7"/>
    <w:rsid w:val="0086393E"/>
    <w:rsid w:val="00864E12"/>
    <w:rsid w:val="008662F6"/>
    <w:rsid w:val="008719F3"/>
    <w:rsid w:val="00873DEA"/>
    <w:rsid w:val="0087696E"/>
    <w:rsid w:val="00877891"/>
    <w:rsid w:val="00880AF1"/>
    <w:rsid w:val="00880F34"/>
    <w:rsid w:val="00881857"/>
    <w:rsid w:val="008905FE"/>
    <w:rsid w:val="008908F8"/>
    <w:rsid w:val="00890930"/>
    <w:rsid w:val="00896F97"/>
    <w:rsid w:val="008A16CA"/>
    <w:rsid w:val="008A22AF"/>
    <w:rsid w:val="008A3D7C"/>
    <w:rsid w:val="008A4587"/>
    <w:rsid w:val="008B1888"/>
    <w:rsid w:val="008C5EDC"/>
    <w:rsid w:val="008C6087"/>
    <w:rsid w:val="008C7E16"/>
    <w:rsid w:val="008D0ACF"/>
    <w:rsid w:val="008D1E33"/>
    <w:rsid w:val="008D652E"/>
    <w:rsid w:val="008E2B6B"/>
    <w:rsid w:val="008E4535"/>
    <w:rsid w:val="008E5DDE"/>
    <w:rsid w:val="008E63B1"/>
    <w:rsid w:val="008E69FE"/>
    <w:rsid w:val="008E7B66"/>
    <w:rsid w:val="008F0DE9"/>
    <w:rsid w:val="008F4C0C"/>
    <w:rsid w:val="008F702A"/>
    <w:rsid w:val="008F72E4"/>
    <w:rsid w:val="008F7930"/>
    <w:rsid w:val="0090140D"/>
    <w:rsid w:val="00901CDF"/>
    <w:rsid w:val="00902D21"/>
    <w:rsid w:val="009038F0"/>
    <w:rsid w:val="00904598"/>
    <w:rsid w:val="00904C6E"/>
    <w:rsid w:val="00904E09"/>
    <w:rsid w:val="00905AD2"/>
    <w:rsid w:val="00907C14"/>
    <w:rsid w:val="00912FDE"/>
    <w:rsid w:val="00914524"/>
    <w:rsid w:val="00914FFA"/>
    <w:rsid w:val="0091525B"/>
    <w:rsid w:val="009173BE"/>
    <w:rsid w:val="00917E6C"/>
    <w:rsid w:val="00917FC0"/>
    <w:rsid w:val="009237A0"/>
    <w:rsid w:val="009301EB"/>
    <w:rsid w:val="009303E7"/>
    <w:rsid w:val="00930EA6"/>
    <w:rsid w:val="00931B5D"/>
    <w:rsid w:val="00940B25"/>
    <w:rsid w:val="00942448"/>
    <w:rsid w:val="009436B4"/>
    <w:rsid w:val="00945C13"/>
    <w:rsid w:val="00946EE1"/>
    <w:rsid w:val="00947F80"/>
    <w:rsid w:val="0095195B"/>
    <w:rsid w:val="00952D3E"/>
    <w:rsid w:val="00952DD1"/>
    <w:rsid w:val="009601FD"/>
    <w:rsid w:val="00961F62"/>
    <w:rsid w:val="009636DF"/>
    <w:rsid w:val="00966803"/>
    <w:rsid w:val="00967983"/>
    <w:rsid w:val="009725A7"/>
    <w:rsid w:val="009764B6"/>
    <w:rsid w:val="00976BD8"/>
    <w:rsid w:val="00981C81"/>
    <w:rsid w:val="009842AB"/>
    <w:rsid w:val="00986A3A"/>
    <w:rsid w:val="009875FB"/>
    <w:rsid w:val="00990F47"/>
    <w:rsid w:val="00993DFF"/>
    <w:rsid w:val="00994C27"/>
    <w:rsid w:val="009A3019"/>
    <w:rsid w:val="009A7B85"/>
    <w:rsid w:val="009B0590"/>
    <w:rsid w:val="009B314D"/>
    <w:rsid w:val="009C03E8"/>
    <w:rsid w:val="009C0FA9"/>
    <w:rsid w:val="009C44F1"/>
    <w:rsid w:val="009C609F"/>
    <w:rsid w:val="009C641E"/>
    <w:rsid w:val="009C7A73"/>
    <w:rsid w:val="009D42F7"/>
    <w:rsid w:val="009D7B54"/>
    <w:rsid w:val="009E1498"/>
    <w:rsid w:val="009F1AD2"/>
    <w:rsid w:val="009F2FBD"/>
    <w:rsid w:val="009F3EB5"/>
    <w:rsid w:val="009F41FA"/>
    <w:rsid w:val="00A06DB6"/>
    <w:rsid w:val="00A07707"/>
    <w:rsid w:val="00A07A21"/>
    <w:rsid w:val="00A07FB2"/>
    <w:rsid w:val="00A17A37"/>
    <w:rsid w:val="00A20A66"/>
    <w:rsid w:val="00A21110"/>
    <w:rsid w:val="00A22F7E"/>
    <w:rsid w:val="00A238FB"/>
    <w:rsid w:val="00A25B22"/>
    <w:rsid w:val="00A27B0E"/>
    <w:rsid w:val="00A33F25"/>
    <w:rsid w:val="00A41F24"/>
    <w:rsid w:val="00A51F43"/>
    <w:rsid w:val="00A539EE"/>
    <w:rsid w:val="00A5461F"/>
    <w:rsid w:val="00A5757E"/>
    <w:rsid w:val="00A61FC2"/>
    <w:rsid w:val="00A65E22"/>
    <w:rsid w:val="00A71AF5"/>
    <w:rsid w:val="00A71B8E"/>
    <w:rsid w:val="00A72664"/>
    <w:rsid w:val="00A813F5"/>
    <w:rsid w:val="00A82ED0"/>
    <w:rsid w:val="00A85833"/>
    <w:rsid w:val="00A8590F"/>
    <w:rsid w:val="00A85B15"/>
    <w:rsid w:val="00A86B3B"/>
    <w:rsid w:val="00A90D3B"/>
    <w:rsid w:val="00A91D9D"/>
    <w:rsid w:val="00A94B5F"/>
    <w:rsid w:val="00A9784A"/>
    <w:rsid w:val="00AA55EB"/>
    <w:rsid w:val="00AA6EC6"/>
    <w:rsid w:val="00AB0FB6"/>
    <w:rsid w:val="00AB29DC"/>
    <w:rsid w:val="00AB4614"/>
    <w:rsid w:val="00AB4671"/>
    <w:rsid w:val="00AB7D2F"/>
    <w:rsid w:val="00AC042F"/>
    <w:rsid w:val="00AD3522"/>
    <w:rsid w:val="00AD6CF6"/>
    <w:rsid w:val="00AE38EE"/>
    <w:rsid w:val="00AE4B6D"/>
    <w:rsid w:val="00AF389C"/>
    <w:rsid w:val="00AF39F2"/>
    <w:rsid w:val="00AF5C02"/>
    <w:rsid w:val="00AF6840"/>
    <w:rsid w:val="00B02048"/>
    <w:rsid w:val="00B03EFC"/>
    <w:rsid w:val="00B0447F"/>
    <w:rsid w:val="00B05A76"/>
    <w:rsid w:val="00B11B59"/>
    <w:rsid w:val="00B12C92"/>
    <w:rsid w:val="00B13FB7"/>
    <w:rsid w:val="00B14361"/>
    <w:rsid w:val="00B16954"/>
    <w:rsid w:val="00B1760A"/>
    <w:rsid w:val="00B24DBA"/>
    <w:rsid w:val="00B25FBC"/>
    <w:rsid w:val="00B35652"/>
    <w:rsid w:val="00B36752"/>
    <w:rsid w:val="00B36F2D"/>
    <w:rsid w:val="00B3757E"/>
    <w:rsid w:val="00B42D33"/>
    <w:rsid w:val="00B443D0"/>
    <w:rsid w:val="00B47B20"/>
    <w:rsid w:val="00B47F80"/>
    <w:rsid w:val="00B509CD"/>
    <w:rsid w:val="00B51AE6"/>
    <w:rsid w:val="00B53E51"/>
    <w:rsid w:val="00B54008"/>
    <w:rsid w:val="00B556F0"/>
    <w:rsid w:val="00B60D55"/>
    <w:rsid w:val="00B64C27"/>
    <w:rsid w:val="00B659C0"/>
    <w:rsid w:val="00B66B3C"/>
    <w:rsid w:val="00B72ED5"/>
    <w:rsid w:val="00B74763"/>
    <w:rsid w:val="00B77E32"/>
    <w:rsid w:val="00B8678C"/>
    <w:rsid w:val="00B871C6"/>
    <w:rsid w:val="00B87D40"/>
    <w:rsid w:val="00B90BA1"/>
    <w:rsid w:val="00B9456C"/>
    <w:rsid w:val="00B945F5"/>
    <w:rsid w:val="00BA41BD"/>
    <w:rsid w:val="00BA431B"/>
    <w:rsid w:val="00BA6488"/>
    <w:rsid w:val="00BB3814"/>
    <w:rsid w:val="00BB39A8"/>
    <w:rsid w:val="00BB44DA"/>
    <w:rsid w:val="00BB5447"/>
    <w:rsid w:val="00BB61E2"/>
    <w:rsid w:val="00BC0738"/>
    <w:rsid w:val="00BC4676"/>
    <w:rsid w:val="00BC664D"/>
    <w:rsid w:val="00BD0BC8"/>
    <w:rsid w:val="00BD34A0"/>
    <w:rsid w:val="00BD4958"/>
    <w:rsid w:val="00BD5E8B"/>
    <w:rsid w:val="00BD76A2"/>
    <w:rsid w:val="00BE4A8C"/>
    <w:rsid w:val="00BE6BE1"/>
    <w:rsid w:val="00BF1FD4"/>
    <w:rsid w:val="00BF2354"/>
    <w:rsid w:val="00BF737F"/>
    <w:rsid w:val="00C00428"/>
    <w:rsid w:val="00C008F1"/>
    <w:rsid w:val="00C01C30"/>
    <w:rsid w:val="00C02294"/>
    <w:rsid w:val="00C03D65"/>
    <w:rsid w:val="00C0469E"/>
    <w:rsid w:val="00C07EDC"/>
    <w:rsid w:val="00C15760"/>
    <w:rsid w:val="00C1696E"/>
    <w:rsid w:val="00C20E40"/>
    <w:rsid w:val="00C211FE"/>
    <w:rsid w:val="00C212D9"/>
    <w:rsid w:val="00C24C8A"/>
    <w:rsid w:val="00C27B88"/>
    <w:rsid w:val="00C27FBE"/>
    <w:rsid w:val="00C32621"/>
    <w:rsid w:val="00C32A6F"/>
    <w:rsid w:val="00C376E1"/>
    <w:rsid w:val="00C4038C"/>
    <w:rsid w:val="00C426D7"/>
    <w:rsid w:val="00C43142"/>
    <w:rsid w:val="00C513A4"/>
    <w:rsid w:val="00C51D4F"/>
    <w:rsid w:val="00C55F3D"/>
    <w:rsid w:val="00C569AE"/>
    <w:rsid w:val="00C60C99"/>
    <w:rsid w:val="00C6156C"/>
    <w:rsid w:val="00C618F1"/>
    <w:rsid w:val="00C61B0D"/>
    <w:rsid w:val="00C646AB"/>
    <w:rsid w:val="00C66233"/>
    <w:rsid w:val="00C73FB2"/>
    <w:rsid w:val="00C75E6B"/>
    <w:rsid w:val="00C7637B"/>
    <w:rsid w:val="00C8517C"/>
    <w:rsid w:val="00C86718"/>
    <w:rsid w:val="00C87669"/>
    <w:rsid w:val="00C87956"/>
    <w:rsid w:val="00C9399A"/>
    <w:rsid w:val="00C95D51"/>
    <w:rsid w:val="00CA5981"/>
    <w:rsid w:val="00CC1DD1"/>
    <w:rsid w:val="00CC204B"/>
    <w:rsid w:val="00CC3AA1"/>
    <w:rsid w:val="00CC763A"/>
    <w:rsid w:val="00CD0C26"/>
    <w:rsid w:val="00CD5DF3"/>
    <w:rsid w:val="00CD7EE2"/>
    <w:rsid w:val="00CE1DDF"/>
    <w:rsid w:val="00CF1005"/>
    <w:rsid w:val="00CF1422"/>
    <w:rsid w:val="00CF201E"/>
    <w:rsid w:val="00CF62AD"/>
    <w:rsid w:val="00D05255"/>
    <w:rsid w:val="00D13814"/>
    <w:rsid w:val="00D1504C"/>
    <w:rsid w:val="00D23785"/>
    <w:rsid w:val="00D249E8"/>
    <w:rsid w:val="00D2543D"/>
    <w:rsid w:val="00D30634"/>
    <w:rsid w:val="00D316A9"/>
    <w:rsid w:val="00D37609"/>
    <w:rsid w:val="00D43453"/>
    <w:rsid w:val="00D46AF7"/>
    <w:rsid w:val="00D547AA"/>
    <w:rsid w:val="00D637C7"/>
    <w:rsid w:val="00D63C15"/>
    <w:rsid w:val="00D6404A"/>
    <w:rsid w:val="00D642D8"/>
    <w:rsid w:val="00D70F30"/>
    <w:rsid w:val="00D7262A"/>
    <w:rsid w:val="00D7490B"/>
    <w:rsid w:val="00D74E8D"/>
    <w:rsid w:val="00D75AF1"/>
    <w:rsid w:val="00D777C2"/>
    <w:rsid w:val="00D77ADB"/>
    <w:rsid w:val="00D77B8F"/>
    <w:rsid w:val="00D81DEC"/>
    <w:rsid w:val="00D8397E"/>
    <w:rsid w:val="00D847ED"/>
    <w:rsid w:val="00D85ECF"/>
    <w:rsid w:val="00D9533E"/>
    <w:rsid w:val="00D976EB"/>
    <w:rsid w:val="00DA6B11"/>
    <w:rsid w:val="00DB0CDA"/>
    <w:rsid w:val="00DB0F35"/>
    <w:rsid w:val="00DB380B"/>
    <w:rsid w:val="00DB4B76"/>
    <w:rsid w:val="00DB59F9"/>
    <w:rsid w:val="00DB7318"/>
    <w:rsid w:val="00DD2679"/>
    <w:rsid w:val="00DE6FF8"/>
    <w:rsid w:val="00DF01CA"/>
    <w:rsid w:val="00DF379A"/>
    <w:rsid w:val="00DF4994"/>
    <w:rsid w:val="00DF5188"/>
    <w:rsid w:val="00DF69D6"/>
    <w:rsid w:val="00E038BD"/>
    <w:rsid w:val="00E07EBB"/>
    <w:rsid w:val="00E11A05"/>
    <w:rsid w:val="00E12503"/>
    <w:rsid w:val="00E139E1"/>
    <w:rsid w:val="00E154F8"/>
    <w:rsid w:val="00E156CD"/>
    <w:rsid w:val="00E21391"/>
    <w:rsid w:val="00E238CB"/>
    <w:rsid w:val="00E261BD"/>
    <w:rsid w:val="00E35B65"/>
    <w:rsid w:val="00E3660A"/>
    <w:rsid w:val="00E41D5C"/>
    <w:rsid w:val="00E45280"/>
    <w:rsid w:val="00E67785"/>
    <w:rsid w:val="00E73A46"/>
    <w:rsid w:val="00E7414F"/>
    <w:rsid w:val="00E74393"/>
    <w:rsid w:val="00E77440"/>
    <w:rsid w:val="00E77CEA"/>
    <w:rsid w:val="00E82782"/>
    <w:rsid w:val="00E87FD0"/>
    <w:rsid w:val="00E92A21"/>
    <w:rsid w:val="00E9343E"/>
    <w:rsid w:val="00E93723"/>
    <w:rsid w:val="00E95AC9"/>
    <w:rsid w:val="00E95CC8"/>
    <w:rsid w:val="00E966F7"/>
    <w:rsid w:val="00E96CE6"/>
    <w:rsid w:val="00EA3585"/>
    <w:rsid w:val="00EC3F7A"/>
    <w:rsid w:val="00EC489D"/>
    <w:rsid w:val="00EC4950"/>
    <w:rsid w:val="00ED0C23"/>
    <w:rsid w:val="00ED26B1"/>
    <w:rsid w:val="00ED5275"/>
    <w:rsid w:val="00EE0106"/>
    <w:rsid w:val="00EE27EB"/>
    <w:rsid w:val="00EE2C82"/>
    <w:rsid w:val="00EE5EAE"/>
    <w:rsid w:val="00EE6C5B"/>
    <w:rsid w:val="00EF2438"/>
    <w:rsid w:val="00F01CF8"/>
    <w:rsid w:val="00F05F0D"/>
    <w:rsid w:val="00F06E08"/>
    <w:rsid w:val="00F13655"/>
    <w:rsid w:val="00F16553"/>
    <w:rsid w:val="00F20803"/>
    <w:rsid w:val="00F2128E"/>
    <w:rsid w:val="00F21326"/>
    <w:rsid w:val="00F2265F"/>
    <w:rsid w:val="00F25FF2"/>
    <w:rsid w:val="00F27B75"/>
    <w:rsid w:val="00F27E2D"/>
    <w:rsid w:val="00F307EF"/>
    <w:rsid w:val="00F41C3F"/>
    <w:rsid w:val="00F5333B"/>
    <w:rsid w:val="00F5334F"/>
    <w:rsid w:val="00F56E8C"/>
    <w:rsid w:val="00F606E6"/>
    <w:rsid w:val="00F65E44"/>
    <w:rsid w:val="00F678EF"/>
    <w:rsid w:val="00F72C89"/>
    <w:rsid w:val="00F74242"/>
    <w:rsid w:val="00F74BAE"/>
    <w:rsid w:val="00F75906"/>
    <w:rsid w:val="00F763A5"/>
    <w:rsid w:val="00F76A71"/>
    <w:rsid w:val="00F8029E"/>
    <w:rsid w:val="00F844BB"/>
    <w:rsid w:val="00F86023"/>
    <w:rsid w:val="00F864B5"/>
    <w:rsid w:val="00F87785"/>
    <w:rsid w:val="00F924FF"/>
    <w:rsid w:val="00F9267F"/>
    <w:rsid w:val="00F97D65"/>
    <w:rsid w:val="00FA0A7B"/>
    <w:rsid w:val="00FA16AA"/>
    <w:rsid w:val="00FA271E"/>
    <w:rsid w:val="00FA4A11"/>
    <w:rsid w:val="00FB2300"/>
    <w:rsid w:val="00FB38F9"/>
    <w:rsid w:val="00FB4CFE"/>
    <w:rsid w:val="00FB6614"/>
    <w:rsid w:val="00FB6964"/>
    <w:rsid w:val="00FB71E7"/>
    <w:rsid w:val="00FC31FE"/>
    <w:rsid w:val="00FC66E7"/>
    <w:rsid w:val="00FD0582"/>
    <w:rsid w:val="00FD553B"/>
    <w:rsid w:val="00FE19F9"/>
    <w:rsid w:val="00FE5FBB"/>
    <w:rsid w:val="00FF01F9"/>
    <w:rsid w:val="00FF07C9"/>
    <w:rsid w:val="00FF08D0"/>
    <w:rsid w:val="00FF5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420DB"/>
  <w15:docId w15:val="{2CDBFAE7-CB69-4F43-AEA8-CFA58B36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89A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D489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D489A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4D489A"/>
    <w:pPr>
      <w:keepNext/>
      <w:ind w:left="284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4D489A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D489A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4D489A"/>
    <w:pPr>
      <w:keepNext/>
      <w:ind w:left="708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4D489A"/>
    <w:pPr>
      <w:keepNext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D489A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4D489A"/>
    <w:pPr>
      <w:keepNext/>
      <w:spacing w:line="360" w:lineRule="auto"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48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D48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D48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D48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D489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D489A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D489A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D489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D489A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rsid w:val="004D489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601FD"/>
    <w:rPr>
      <w:rFonts w:cs="Times New Roman"/>
    </w:rPr>
  </w:style>
  <w:style w:type="paragraph" w:customStyle="1" w:styleId="ConsPlusNormal">
    <w:name w:val="ConsPlusNormal"/>
    <w:rsid w:val="006F3C49"/>
    <w:pPr>
      <w:autoSpaceDE w:val="0"/>
      <w:autoSpaceDN w:val="0"/>
      <w:adjustRightInd w:val="0"/>
      <w:spacing w:after="0" w:line="240" w:lineRule="auto"/>
      <w:ind w:firstLine="720"/>
    </w:pPr>
    <w:rPr>
      <w:rFonts w:cs="Arial"/>
      <w:sz w:val="26"/>
      <w:szCs w:val="20"/>
    </w:rPr>
  </w:style>
  <w:style w:type="character" w:styleId="a5">
    <w:name w:val="page number"/>
    <w:basedOn w:val="a0"/>
    <w:uiPriority w:val="99"/>
    <w:rsid w:val="004D489A"/>
    <w:rPr>
      <w:rFonts w:cs="Times New Roman"/>
    </w:rPr>
  </w:style>
  <w:style w:type="paragraph" w:styleId="a6">
    <w:name w:val="Body Text Indent"/>
    <w:basedOn w:val="a"/>
    <w:link w:val="a7"/>
    <w:uiPriority w:val="99"/>
    <w:rsid w:val="004D489A"/>
    <w:pPr>
      <w:ind w:left="705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4D489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4D489A"/>
    <w:rPr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D489A"/>
    <w:rPr>
      <w:rFonts w:cs="Times New Roman"/>
      <w:sz w:val="20"/>
      <w:szCs w:val="20"/>
    </w:rPr>
  </w:style>
  <w:style w:type="paragraph" w:styleId="aa">
    <w:name w:val="caption"/>
    <w:basedOn w:val="a"/>
    <w:next w:val="a"/>
    <w:uiPriority w:val="99"/>
    <w:qFormat/>
    <w:rsid w:val="004D489A"/>
    <w:pPr>
      <w:jc w:val="center"/>
    </w:pPr>
    <w:rPr>
      <w:b/>
      <w:sz w:val="24"/>
    </w:rPr>
  </w:style>
  <w:style w:type="paragraph" w:styleId="21">
    <w:name w:val="Body Text 2"/>
    <w:basedOn w:val="a"/>
    <w:link w:val="22"/>
    <w:uiPriority w:val="99"/>
    <w:rsid w:val="004D489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D489A"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4D489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D489A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4D489A"/>
    <w:pPr>
      <w:ind w:firstLine="708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D489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4D489A"/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EC4950"/>
    <w:rPr>
      <w:rFonts w:cs="Times New Roman"/>
      <w:sz w:val="24"/>
      <w:lang w:val="ru-RU" w:eastAsia="ru-RU" w:bidi="ar-SA"/>
    </w:rPr>
  </w:style>
  <w:style w:type="paragraph" w:styleId="ad">
    <w:name w:val="Title"/>
    <w:basedOn w:val="a"/>
    <w:link w:val="ae"/>
    <w:uiPriority w:val="99"/>
    <w:qFormat/>
    <w:rsid w:val="003A4D4F"/>
    <w:pPr>
      <w:jc w:val="center"/>
    </w:pPr>
    <w:rPr>
      <w:b/>
      <w:bCs/>
      <w:sz w:val="24"/>
      <w:szCs w:val="24"/>
    </w:rPr>
  </w:style>
  <w:style w:type="character" w:customStyle="1" w:styleId="ae">
    <w:name w:val="Заголовок Знак"/>
    <w:basedOn w:val="a0"/>
    <w:link w:val="ad"/>
    <w:uiPriority w:val="10"/>
    <w:locked/>
    <w:rsid w:val="004D48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Document Map"/>
    <w:basedOn w:val="a"/>
    <w:link w:val="af0"/>
    <w:uiPriority w:val="99"/>
    <w:semiHidden/>
    <w:rsid w:val="004D489A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4D489A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rsid w:val="000D6536"/>
    <w:rPr>
      <w:rFonts w:cs="Times New Roman"/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rsid w:val="00917FC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D489A"/>
    <w:rPr>
      <w:rFonts w:ascii="Tahoma" w:hAnsi="Tahoma" w:cs="Tahoma"/>
      <w:sz w:val="16"/>
      <w:szCs w:val="16"/>
    </w:rPr>
  </w:style>
  <w:style w:type="paragraph" w:customStyle="1" w:styleId="CharCharChar">
    <w:name w:val="Знак Char Знак Знак Знак Char Знак Знак Знак Char"/>
    <w:basedOn w:val="a"/>
    <w:uiPriority w:val="99"/>
    <w:rsid w:val="00FE19F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AE38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280E8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af4">
    <w:name w:val="Стиль в законе"/>
    <w:basedOn w:val="a"/>
    <w:uiPriority w:val="99"/>
    <w:rsid w:val="00695AB8"/>
    <w:pPr>
      <w:snapToGrid w:val="0"/>
      <w:spacing w:before="120" w:line="360" w:lineRule="auto"/>
      <w:ind w:firstLine="851"/>
      <w:jc w:val="both"/>
    </w:pPr>
    <w:rPr>
      <w:sz w:val="28"/>
    </w:rPr>
  </w:style>
  <w:style w:type="table" w:styleId="af5">
    <w:name w:val="Table Grid"/>
    <w:basedOn w:val="a1"/>
    <w:uiPriority w:val="59"/>
    <w:rsid w:val="007F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2B5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9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blan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AE54B-1DEB-480C-AB1C-D198318B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3377</TotalTime>
  <Pages>4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MHC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 Ивченко</dc:creator>
  <cp:lastModifiedBy>UFKVV</cp:lastModifiedBy>
  <cp:revision>257</cp:revision>
  <cp:lastPrinted>2024-03-01T08:10:00Z</cp:lastPrinted>
  <dcterms:created xsi:type="dcterms:W3CDTF">2020-12-15T07:41:00Z</dcterms:created>
  <dcterms:modified xsi:type="dcterms:W3CDTF">2024-07-22T04:35:00Z</dcterms:modified>
</cp:coreProperties>
</file>